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8A47E" w14:textId="77777777" w:rsidR="00BC3D93" w:rsidRDefault="00BC3D93" w:rsidP="00BC3D93">
      <w:pPr>
        <w:pStyle w:val="NormalnyWeb"/>
        <w:rPr>
          <w:rFonts w:ascii="Arial" w:hAnsi="Arial" w:cs="Arial"/>
        </w:rPr>
      </w:pPr>
      <w:r>
        <w:rPr>
          <w:rFonts w:ascii="Arial" w:hAnsi="Arial" w:cs="Arial"/>
        </w:rPr>
        <w:t xml:space="preserve">Krakowski Szpital Specjalistyczny </w:t>
      </w:r>
    </w:p>
    <w:p w14:paraId="257B27FA" w14:textId="77777777" w:rsidR="00BC3D93" w:rsidRDefault="00BC3D93" w:rsidP="00BC3D93">
      <w:pPr>
        <w:pStyle w:val="NormalnyWeb"/>
        <w:rPr>
          <w:rFonts w:ascii="Arial" w:hAnsi="Arial" w:cs="Arial"/>
        </w:rPr>
      </w:pPr>
      <w:r>
        <w:rPr>
          <w:rFonts w:ascii="Arial" w:hAnsi="Arial" w:cs="Arial"/>
        </w:rPr>
        <w:t>im. św. Jana Pawła II</w:t>
      </w:r>
    </w:p>
    <w:p w14:paraId="00B97020" w14:textId="2A48AD55" w:rsidR="00BC3D93" w:rsidRDefault="00BC3D93" w:rsidP="00BC3D93">
      <w:pPr>
        <w:pStyle w:val="NormalnyWeb"/>
        <w:rPr>
          <w:rFonts w:ascii="Arial" w:hAnsi="Arial" w:cs="Arial"/>
        </w:rPr>
      </w:pPr>
      <w:r>
        <w:rPr>
          <w:rFonts w:ascii="Arial" w:hAnsi="Arial" w:cs="Arial"/>
        </w:rPr>
        <w:t>31-202 Kraków, ul. Prądnicka 80</w:t>
      </w:r>
    </w:p>
    <w:p w14:paraId="650F27FB" w14:textId="2CEC386C" w:rsidR="00BC3D93" w:rsidRDefault="00BC3D93" w:rsidP="00BC3D93">
      <w:pPr>
        <w:pStyle w:val="NormalnyWeb"/>
        <w:rPr>
          <w:rFonts w:ascii="Arial" w:hAnsi="Arial" w:cs="Arial"/>
        </w:rPr>
      </w:pPr>
      <w:r>
        <w:rPr>
          <w:rFonts w:ascii="Arial" w:hAnsi="Arial" w:cs="Arial"/>
        </w:rPr>
        <w:t>Dział Edukacji</w:t>
      </w:r>
      <w:r w:rsidR="00F2263A">
        <w:rPr>
          <w:rFonts w:ascii="Arial" w:hAnsi="Arial" w:cs="Arial"/>
        </w:rPr>
        <w:t xml:space="preserve"> i Współpracy z Mediami</w:t>
      </w:r>
    </w:p>
    <w:p w14:paraId="117DB668" w14:textId="77777777" w:rsidR="00BC3D93" w:rsidRDefault="00BC3D93" w:rsidP="00BC3D93">
      <w:pPr>
        <w:pStyle w:val="NormalnyWeb"/>
        <w:rPr>
          <w:rFonts w:ascii="Arial" w:hAnsi="Arial" w:cs="Arial"/>
        </w:rPr>
      </w:pPr>
    </w:p>
    <w:p w14:paraId="1ECB7A24" w14:textId="2358E22D" w:rsidR="00BC3D93" w:rsidRPr="005A3DEC" w:rsidRDefault="00BC3D93" w:rsidP="00BC3D93">
      <w:pPr>
        <w:pStyle w:val="NormalnyWeb"/>
        <w:spacing w:line="300" w:lineRule="atLeast"/>
        <w:rPr>
          <w:rFonts w:ascii="Arial" w:hAnsi="Arial" w:cs="Arial"/>
          <w:b/>
          <w:u w:val="single"/>
        </w:rPr>
      </w:pPr>
      <w:r w:rsidRPr="005A3DEC">
        <w:rPr>
          <w:rFonts w:ascii="Arial" w:hAnsi="Arial" w:cs="Arial"/>
          <w:b/>
          <w:u w:val="single"/>
        </w:rPr>
        <w:t>Zaproszenie do składania ofert na realizację szkoleń stacjonarnych z Resuscytacji Krążeniowo</w:t>
      </w:r>
      <w:r w:rsidR="004357D2">
        <w:rPr>
          <w:rFonts w:ascii="Arial" w:hAnsi="Arial" w:cs="Arial"/>
          <w:b/>
          <w:u w:val="single"/>
        </w:rPr>
        <w:t xml:space="preserve"> - </w:t>
      </w:r>
      <w:r w:rsidRPr="005A3DEC">
        <w:rPr>
          <w:rFonts w:ascii="Arial" w:hAnsi="Arial" w:cs="Arial"/>
          <w:b/>
          <w:u w:val="single"/>
        </w:rPr>
        <w:t xml:space="preserve">Oddechowej </w:t>
      </w:r>
      <w:r w:rsidR="008E0025" w:rsidRPr="005A3DEC">
        <w:rPr>
          <w:rFonts w:ascii="Arial" w:hAnsi="Arial" w:cs="Arial"/>
          <w:b/>
          <w:u w:val="single"/>
        </w:rPr>
        <w:t>dla pracowników medycznych</w:t>
      </w:r>
      <w:r w:rsidR="00F85F52" w:rsidRPr="005A3DEC">
        <w:rPr>
          <w:rFonts w:ascii="Arial" w:hAnsi="Arial" w:cs="Arial"/>
          <w:b/>
          <w:u w:val="single"/>
        </w:rPr>
        <w:t xml:space="preserve"> i administracyjnych</w:t>
      </w:r>
      <w:r w:rsidR="008E0025" w:rsidRPr="005A3DEC">
        <w:rPr>
          <w:rFonts w:ascii="Arial" w:hAnsi="Arial" w:cs="Arial"/>
          <w:b/>
          <w:u w:val="single"/>
        </w:rPr>
        <w:t xml:space="preserve"> Szpitala</w:t>
      </w:r>
      <w:r w:rsidR="001F68F4">
        <w:rPr>
          <w:rFonts w:ascii="Arial" w:hAnsi="Arial" w:cs="Arial"/>
          <w:b/>
          <w:u w:val="single"/>
        </w:rPr>
        <w:t>.</w:t>
      </w:r>
    </w:p>
    <w:p w14:paraId="42DEA71F" w14:textId="52619E3D" w:rsidR="00CD30E5" w:rsidRDefault="00CD30E5" w:rsidP="00BC3D93">
      <w:pPr>
        <w:pStyle w:val="NormalnyWeb"/>
        <w:spacing w:line="30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Kod CPV 80562000-1 </w:t>
      </w:r>
      <w:r w:rsidR="00C11834">
        <w:rPr>
          <w:rFonts w:ascii="Arial" w:hAnsi="Arial" w:cs="Arial"/>
          <w:b/>
        </w:rPr>
        <w:t>Usługi szkolenia w dziedzinie pierwszej pomocy</w:t>
      </w:r>
      <w:r w:rsidR="001F68F4">
        <w:rPr>
          <w:rFonts w:ascii="Arial" w:hAnsi="Arial" w:cs="Arial"/>
          <w:b/>
        </w:rPr>
        <w:t>.</w:t>
      </w:r>
      <w:r w:rsidR="00C11834">
        <w:rPr>
          <w:rFonts w:ascii="Arial" w:hAnsi="Arial" w:cs="Arial"/>
          <w:b/>
        </w:rPr>
        <w:t xml:space="preserve"> </w:t>
      </w:r>
    </w:p>
    <w:p w14:paraId="09F46750" w14:textId="2C91B711" w:rsidR="006E19CD" w:rsidRPr="006E19CD" w:rsidRDefault="006E19CD" w:rsidP="00BC3D93">
      <w:pPr>
        <w:pStyle w:val="NormalnyWeb"/>
        <w:spacing w:line="30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6E19CD">
        <w:rPr>
          <w:rFonts w:ascii="Arial" w:hAnsi="Arial" w:cs="Arial"/>
          <w:b/>
        </w:rPr>
        <w:t>Warunki zgłoszenia ofert i zasady udzielania zamówienia</w:t>
      </w:r>
      <w:r w:rsidR="001F68F4">
        <w:rPr>
          <w:rFonts w:ascii="Arial" w:hAnsi="Arial" w:cs="Arial"/>
          <w:b/>
        </w:rPr>
        <w:t>.</w:t>
      </w:r>
    </w:p>
    <w:p w14:paraId="7F19800E" w14:textId="0D19AF7E" w:rsidR="00BC3D93" w:rsidRDefault="00F85F52" w:rsidP="00D94E92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Numer ogłoszenia:1/NE/2026</w:t>
      </w:r>
      <w:r w:rsidR="001F68F4">
        <w:rPr>
          <w:rFonts w:ascii="Arial" w:hAnsi="Arial" w:cs="Arial"/>
        </w:rPr>
        <w:t>.</w:t>
      </w:r>
    </w:p>
    <w:p w14:paraId="10529625" w14:textId="7C62EA3E" w:rsidR="00BC3D93" w:rsidRDefault="00E41CE0" w:rsidP="00D94E92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Data zamieszczenia: 27</w:t>
      </w:r>
      <w:r w:rsidR="00D03AB8">
        <w:rPr>
          <w:rFonts w:ascii="Arial" w:hAnsi="Arial" w:cs="Arial"/>
        </w:rPr>
        <w:t>.01</w:t>
      </w:r>
      <w:r w:rsidR="00CD30E5">
        <w:rPr>
          <w:rFonts w:ascii="Arial" w:hAnsi="Arial" w:cs="Arial"/>
        </w:rPr>
        <w:t>.</w:t>
      </w:r>
      <w:r w:rsidR="00FA7517">
        <w:rPr>
          <w:rFonts w:ascii="Arial" w:hAnsi="Arial" w:cs="Arial"/>
        </w:rPr>
        <w:t>2026</w:t>
      </w:r>
      <w:r w:rsidR="00BC3D93">
        <w:rPr>
          <w:rFonts w:ascii="Arial" w:hAnsi="Arial" w:cs="Arial"/>
        </w:rPr>
        <w:t xml:space="preserve"> r.</w:t>
      </w:r>
    </w:p>
    <w:p w14:paraId="1FE2210C" w14:textId="5F2DE596" w:rsidR="00D94E92" w:rsidRDefault="00BC3D93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>: Krakowski Szpital Specjalistyczny im. św. Jana Pawła II, ul. Prądnicka 80,</w:t>
      </w:r>
      <w:r w:rsidR="00D94E92">
        <w:rPr>
          <w:rFonts w:ascii="Arial" w:hAnsi="Arial" w:cs="Arial"/>
        </w:rPr>
        <w:t xml:space="preserve"> </w:t>
      </w:r>
      <w:r w:rsidRPr="00D94E92">
        <w:rPr>
          <w:rFonts w:ascii="Arial" w:hAnsi="Arial" w:cs="Arial"/>
        </w:rPr>
        <w:t>31-202 Kraków.</w:t>
      </w:r>
    </w:p>
    <w:p w14:paraId="23BFFAE3" w14:textId="2E0EC130" w:rsidR="00F34AAC" w:rsidRPr="00F34AAC" w:rsidRDefault="008E0025" w:rsidP="00F34AAC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 w:rsidRPr="00D94E92">
        <w:rPr>
          <w:rFonts w:ascii="Arial" w:hAnsi="Arial" w:cs="Arial"/>
        </w:rPr>
        <w:t>Prowadzone postępowanie nie stanowi przetargu w rozumieniu Kodeksu Cywilnego ani ustawy Prawo Zamówień Publicznych</w:t>
      </w:r>
      <w:r w:rsidR="00421AD0" w:rsidRPr="00D94E92">
        <w:rPr>
          <w:rFonts w:ascii="Arial" w:hAnsi="Arial" w:cs="Arial"/>
        </w:rPr>
        <w:t>. Z</w:t>
      </w:r>
      <w:r w:rsidR="00D209B2">
        <w:rPr>
          <w:rFonts w:ascii="Arial" w:hAnsi="Arial" w:cs="Arial"/>
        </w:rPr>
        <w:t>leceniodawca</w:t>
      </w:r>
      <w:r w:rsidR="00421AD0" w:rsidRPr="00D94E92">
        <w:rPr>
          <w:rFonts w:ascii="Arial" w:hAnsi="Arial" w:cs="Arial"/>
        </w:rPr>
        <w:t xml:space="preserve"> nie jest zobligowany do wyboru jakiejkolwiek oferty, a złożenie ofert nie stanowi podstawy do występowania z jakimikolwiek roszczeniami wobec </w:t>
      </w:r>
      <w:r w:rsidR="00DC2124">
        <w:rPr>
          <w:rFonts w:ascii="Arial" w:hAnsi="Arial" w:cs="Arial"/>
        </w:rPr>
        <w:t>Z</w:t>
      </w:r>
      <w:r w:rsidR="00D209B2">
        <w:rPr>
          <w:rFonts w:ascii="Arial" w:hAnsi="Arial" w:cs="Arial"/>
        </w:rPr>
        <w:t>leceniodawcy</w:t>
      </w:r>
      <w:r w:rsidR="00421AD0" w:rsidRPr="00D94E92">
        <w:rPr>
          <w:rFonts w:ascii="Arial" w:hAnsi="Arial" w:cs="Arial"/>
        </w:rPr>
        <w:t xml:space="preserve"> ze strony podmiotu</w:t>
      </w:r>
      <w:r w:rsidR="00FA6110">
        <w:rPr>
          <w:rFonts w:ascii="Arial" w:hAnsi="Arial" w:cs="Arial"/>
        </w:rPr>
        <w:t>,</w:t>
      </w:r>
      <w:r w:rsidR="00421AD0" w:rsidRPr="00D94E92">
        <w:rPr>
          <w:rFonts w:ascii="Arial" w:hAnsi="Arial" w:cs="Arial"/>
        </w:rPr>
        <w:t xml:space="preserve"> który złożył ofertę.</w:t>
      </w:r>
    </w:p>
    <w:p w14:paraId="1C8A2C55" w14:textId="299C0328" w:rsidR="00421AD0" w:rsidRPr="00D94E92" w:rsidRDefault="00421AD0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 w:rsidRPr="00D94E92">
        <w:rPr>
          <w:rFonts w:ascii="Arial" w:hAnsi="Arial" w:cs="Arial"/>
        </w:rPr>
        <w:t>Warunki zgłaszania ofert</w:t>
      </w:r>
      <w:r w:rsidR="00D94E92">
        <w:rPr>
          <w:rFonts w:ascii="Arial" w:hAnsi="Arial" w:cs="Arial"/>
        </w:rPr>
        <w:t>:</w:t>
      </w:r>
    </w:p>
    <w:p w14:paraId="1FAA2342" w14:textId="675A8682" w:rsidR="00D94E92" w:rsidRDefault="00D209B2" w:rsidP="00BC3D93">
      <w:pPr>
        <w:pStyle w:val="NormalnyWeb"/>
        <w:numPr>
          <w:ilvl w:val="0"/>
          <w:numId w:val="13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421AD0">
        <w:rPr>
          <w:rFonts w:ascii="Arial" w:hAnsi="Arial" w:cs="Arial"/>
        </w:rPr>
        <w:t xml:space="preserve"> może zaproponować tylko jedną ofertę i nie może jej zmienić,</w:t>
      </w:r>
    </w:p>
    <w:p w14:paraId="3FE8C997" w14:textId="3AC4A8D7" w:rsidR="00D94E92" w:rsidRDefault="004357D2" w:rsidP="00BC3D93">
      <w:pPr>
        <w:pStyle w:val="NormalnyWeb"/>
        <w:numPr>
          <w:ilvl w:val="0"/>
          <w:numId w:val="13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oferta zawiera datę końcową związania z ofertą</w:t>
      </w:r>
      <w:r w:rsidR="00421AD0" w:rsidRPr="00D94E92">
        <w:rPr>
          <w:rFonts w:ascii="Arial" w:hAnsi="Arial" w:cs="Arial"/>
        </w:rPr>
        <w:t>, nie krótszą niż 3 tygodnie od daty jej złożenia,</w:t>
      </w:r>
    </w:p>
    <w:p w14:paraId="74A2E7A1" w14:textId="7C452DDE" w:rsidR="00E90D22" w:rsidRPr="005E122E" w:rsidRDefault="00F34AAC" w:rsidP="005E122E">
      <w:pPr>
        <w:pStyle w:val="NormalnyWeb"/>
        <w:numPr>
          <w:ilvl w:val="0"/>
          <w:numId w:val="13"/>
        </w:numPr>
        <w:spacing w:line="300" w:lineRule="atLeast"/>
        <w:rPr>
          <w:rFonts w:ascii="Arial" w:hAnsi="Arial" w:cs="Arial"/>
        </w:rPr>
      </w:pPr>
      <w:r w:rsidRPr="00D94E92">
        <w:rPr>
          <w:rFonts w:ascii="Arial" w:hAnsi="Arial" w:cs="Arial"/>
        </w:rPr>
        <w:t>Miejsce składania ofert:</w:t>
      </w:r>
      <w:r>
        <w:rPr>
          <w:rFonts w:ascii="Arial" w:hAnsi="Arial" w:cs="Arial"/>
        </w:rPr>
        <w:t xml:space="preserve"> </w:t>
      </w:r>
      <w:r w:rsidRPr="00D94E92">
        <w:rPr>
          <w:rFonts w:ascii="Arial" w:hAnsi="Arial" w:cs="Arial"/>
        </w:rPr>
        <w:t>ofertę</w:t>
      </w:r>
      <w:r>
        <w:rPr>
          <w:rFonts w:ascii="Arial" w:hAnsi="Arial" w:cs="Arial"/>
        </w:rPr>
        <w:t xml:space="preserve"> w formie pisemnej</w:t>
      </w:r>
      <w:r w:rsidRPr="00D94E92">
        <w:rPr>
          <w:rFonts w:ascii="Arial" w:hAnsi="Arial" w:cs="Arial"/>
        </w:rPr>
        <w:t xml:space="preserve"> zaopatrzoną pieczęcią </w:t>
      </w:r>
      <w:r w:rsidR="00D209B2">
        <w:rPr>
          <w:rFonts w:ascii="Arial" w:hAnsi="Arial" w:cs="Arial"/>
        </w:rPr>
        <w:t>oferenta</w:t>
      </w:r>
      <w:r>
        <w:rPr>
          <w:rFonts w:ascii="Arial" w:hAnsi="Arial" w:cs="Arial"/>
        </w:rPr>
        <w:t xml:space="preserve"> pod rygorem nieważności, wraz z załącznikami w zamkniętej kopercie</w:t>
      </w:r>
      <w:r w:rsidR="00E90D22">
        <w:rPr>
          <w:rFonts w:ascii="Arial" w:hAnsi="Arial" w:cs="Arial"/>
        </w:rPr>
        <w:t>,</w:t>
      </w:r>
      <w:r w:rsidRPr="00D94E92">
        <w:rPr>
          <w:rFonts w:ascii="Arial" w:hAnsi="Arial" w:cs="Arial"/>
        </w:rPr>
        <w:t xml:space="preserve"> z numerem ogłoszenia, nazwą zadania i dopisk</w:t>
      </w:r>
      <w:r w:rsidR="00E41CE0">
        <w:rPr>
          <w:rFonts w:ascii="Arial" w:hAnsi="Arial" w:cs="Arial"/>
        </w:rPr>
        <w:t>iem „Nie otwierać przed dniem 11</w:t>
      </w:r>
      <w:r w:rsidRPr="00D94E92">
        <w:rPr>
          <w:rFonts w:ascii="Arial" w:hAnsi="Arial" w:cs="Arial"/>
        </w:rPr>
        <w:t>.02.2026</w:t>
      </w:r>
      <w:r w:rsidR="00EC1B12">
        <w:rPr>
          <w:rFonts w:ascii="Arial" w:hAnsi="Arial" w:cs="Arial"/>
        </w:rPr>
        <w:t xml:space="preserve"> </w:t>
      </w:r>
      <w:r w:rsidR="00E90D22">
        <w:rPr>
          <w:rFonts w:ascii="Arial" w:hAnsi="Arial" w:cs="Arial"/>
        </w:rPr>
        <w:t>roku do godziny 15</w:t>
      </w:r>
      <w:r w:rsidRPr="00D94E92">
        <w:rPr>
          <w:rFonts w:ascii="Arial" w:hAnsi="Arial" w:cs="Arial"/>
        </w:rPr>
        <w:t xml:space="preserve">:00” należy złożyć </w:t>
      </w:r>
      <w:r w:rsidR="00E90D22">
        <w:rPr>
          <w:rFonts w:ascii="Arial" w:hAnsi="Arial" w:cs="Arial"/>
        </w:rPr>
        <w:t>do dn</w:t>
      </w:r>
      <w:r w:rsidR="00E41CE0">
        <w:rPr>
          <w:rFonts w:ascii="Arial" w:hAnsi="Arial" w:cs="Arial"/>
        </w:rPr>
        <w:t>ia 11</w:t>
      </w:r>
      <w:r w:rsidR="004357D2">
        <w:rPr>
          <w:rFonts w:ascii="Arial" w:hAnsi="Arial" w:cs="Arial"/>
        </w:rPr>
        <w:t>.02.2026 roku do godziny 14:</w:t>
      </w:r>
      <w:r w:rsidR="00E90D22">
        <w:rPr>
          <w:rFonts w:ascii="Arial" w:hAnsi="Arial" w:cs="Arial"/>
        </w:rPr>
        <w:t xml:space="preserve">00 </w:t>
      </w:r>
      <w:r w:rsidRPr="00D94E92">
        <w:rPr>
          <w:rFonts w:ascii="Arial" w:hAnsi="Arial" w:cs="Arial"/>
        </w:rPr>
        <w:t xml:space="preserve">na Dzienniku Podawczym w siedzibie </w:t>
      </w:r>
      <w:r>
        <w:rPr>
          <w:rFonts w:ascii="Arial" w:hAnsi="Arial" w:cs="Arial"/>
        </w:rPr>
        <w:t>Z</w:t>
      </w:r>
      <w:r w:rsidR="00D209B2">
        <w:rPr>
          <w:rFonts w:ascii="Arial" w:hAnsi="Arial" w:cs="Arial"/>
        </w:rPr>
        <w:t>leceniodawcy</w:t>
      </w:r>
      <w:r w:rsidRPr="00D94E92">
        <w:rPr>
          <w:rFonts w:ascii="Arial" w:hAnsi="Arial" w:cs="Arial"/>
        </w:rPr>
        <w:t xml:space="preserve"> przy ul. Prądnickiej 80, 31-202 Kraków </w:t>
      </w:r>
      <w:r w:rsidRPr="005E122E">
        <w:rPr>
          <w:rFonts w:ascii="Arial" w:hAnsi="Arial" w:cs="Arial"/>
        </w:rPr>
        <w:t>w Pawilonie A 5</w:t>
      </w:r>
      <w:r w:rsidR="005E122E">
        <w:rPr>
          <w:rFonts w:ascii="Arial" w:hAnsi="Arial" w:cs="Arial"/>
        </w:rPr>
        <w:t xml:space="preserve"> według wzoru;</w:t>
      </w:r>
    </w:p>
    <w:p w14:paraId="50B3CFA0" w14:textId="796FC1C9" w:rsidR="00E90D22" w:rsidRDefault="00E90D22" w:rsidP="00E90D22">
      <w:pPr>
        <w:pStyle w:val="NormalnyWeb"/>
        <w:spacing w:line="300" w:lineRule="atLeast"/>
        <w:ind w:left="7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„Ogłoszenie nr 1/NE/2026</w:t>
      </w:r>
      <w:r w:rsidRPr="005B3CBC">
        <w:rPr>
          <w:rFonts w:ascii="Arial" w:hAnsi="Arial" w:cs="Arial"/>
          <w:b/>
          <w:u w:val="single"/>
        </w:rPr>
        <w:t xml:space="preserve"> na realizację szkoleń stacjonarnych z Resuscytacji Krążeniowo</w:t>
      </w:r>
      <w:r w:rsidR="004357D2">
        <w:rPr>
          <w:rFonts w:ascii="Arial" w:hAnsi="Arial" w:cs="Arial"/>
          <w:b/>
          <w:u w:val="single"/>
        </w:rPr>
        <w:t xml:space="preserve"> -</w:t>
      </w:r>
      <w:r w:rsidRPr="005B3CBC">
        <w:rPr>
          <w:rFonts w:ascii="Arial" w:hAnsi="Arial" w:cs="Arial"/>
          <w:b/>
          <w:u w:val="single"/>
        </w:rPr>
        <w:t xml:space="preserve"> Oddech</w:t>
      </w:r>
      <w:r>
        <w:rPr>
          <w:rFonts w:ascii="Arial" w:hAnsi="Arial" w:cs="Arial"/>
          <w:b/>
          <w:u w:val="single"/>
        </w:rPr>
        <w:t xml:space="preserve">owej dla pracowników medycznych i administracyjnych </w:t>
      </w:r>
      <w:r w:rsidRPr="005B3CBC">
        <w:rPr>
          <w:rFonts w:ascii="Arial" w:hAnsi="Arial" w:cs="Arial"/>
          <w:b/>
          <w:u w:val="single"/>
        </w:rPr>
        <w:t>Szpitala”</w:t>
      </w:r>
    </w:p>
    <w:p w14:paraId="2AC54343" w14:textId="10A345B0" w:rsidR="00E90D22" w:rsidRPr="002102E0" w:rsidRDefault="00EC1B12" w:rsidP="002102E0">
      <w:pPr>
        <w:pStyle w:val="NormalnyWeb"/>
        <w:spacing w:line="300" w:lineRule="atLeast"/>
        <w:ind w:left="7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„</w:t>
      </w:r>
      <w:r w:rsidR="00E90D22">
        <w:rPr>
          <w:rFonts w:ascii="Arial" w:hAnsi="Arial" w:cs="Arial"/>
          <w:b/>
          <w:u w:val="single"/>
        </w:rPr>
        <w:t>N</w:t>
      </w:r>
      <w:r w:rsidR="00E90D22" w:rsidRPr="002A415C">
        <w:rPr>
          <w:rFonts w:ascii="Arial" w:hAnsi="Arial" w:cs="Arial"/>
          <w:b/>
          <w:u w:val="single"/>
        </w:rPr>
        <w:t>ie otwierać przed dniem</w:t>
      </w:r>
      <w:r w:rsidR="00E90D22" w:rsidRPr="002A415C">
        <w:rPr>
          <w:rFonts w:ascii="Arial" w:hAnsi="Arial" w:cs="Arial"/>
          <w:u w:val="single"/>
        </w:rPr>
        <w:t xml:space="preserve"> </w:t>
      </w:r>
      <w:r w:rsidR="00E41CE0">
        <w:rPr>
          <w:rFonts w:ascii="Arial" w:hAnsi="Arial" w:cs="Arial"/>
          <w:b/>
          <w:bCs/>
          <w:u w:val="single"/>
        </w:rPr>
        <w:t>11</w:t>
      </w:r>
      <w:r w:rsidR="00E90D22">
        <w:rPr>
          <w:rFonts w:ascii="Arial" w:hAnsi="Arial" w:cs="Arial"/>
          <w:b/>
          <w:bCs/>
          <w:u w:val="single"/>
        </w:rPr>
        <w:t>.02.2026 roku do godziny 15</w:t>
      </w:r>
      <w:r w:rsidR="00E90D22" w:rsidRPr="002A415C">
        <w:rPr>
          <w:rFonts w:ascii="Arial" w:hAnsi="Arial" w:cs="Arial"/>
          <w:b/>
          <w:bCs/>
          <w:u w:val="single"/>
        </w:rPr>
        <w:t>:00</w:t>
      </w:r>
      <w:r>
        <w:rPr>
          <w:rFonts w:ascii="Arial" w:hAnsi="Arial" w:cs="Arial"/>
          <w:b/>
          <w:bCs/>
          <w:u w:val="single"/>
        </w:rPr>
        <w:t>”</w:t>
      </w:r>
    </w:p>
    <w:p w14:paraId="037ACB7C" w14:textId="5A00AB27" w:rsidR="00F34AAC" w:rsidRPr="006A1A10" w:rsidRDefault="00F34AAC" w:rsidP="00E90D22">
      <w:pPr>
        <w:pStyle w:val="NormalnyWeb"/>
        <w:spacing w:line="300" w:lineRule="atLeast"/>
        <w:ind w:left="720"/>
        <w:rPr>
          <w:rFonts w:ascii="Arial" w:hAnsi="Arial" w:cs="Arial"/>
        </w:rPr>
      </w:pPr>
      <w:r w:rsidRPr="00D94E92">
        <w:rPr>
          <w:rFonts w:ascii="Arial" w:hAnsi="Arial" w:cs="Arial"/>
        </w:rPr>
        <w:lastRenderedPageBreak/>
        <w:t xml:space="preserve">lub poprzez platformę zakupową: </w:t>
      </w:r>
      <w:hyperlink r:id="rId8" w:history="1">
        <w:r w:rsidRPr="00D94E92">
          <w:rPr>
            <w:rStyle w:val="Hipercze"/>
            <w:rFonts w:ascii="Arial" w:hAnsi="Arial" w:cs="Arial"/>
          </w:rPr>
          <w:t>www.platformazakupowa.pl</w:t>
        </w:r>
      </w:hyperlink>
      <w:r w:rsidR="00E41CE0">
        <w:rPr>
          <w:rFonts w:ascii="Arial" w:hAnsi="Arial" w:cs="Arial"/>
        </w:rPr>
        <w:t xml:space="preserve"> do dnia 11</w:t>
      </w:r>
      <w:bookmarkStart w:id="0" w:name="_GoBack"/>
      <w:bookmarkEnd w:id="0"/>
      <w:r w:rsidRPr="00D94E92">
        <w:rPr>
          <w:rFonts w:ascii="Arial" w:hAnsi="Arial" w:cs="Arial"/>
        </w:rPr>
        <w:t>.02.2026 r. do godziny 14:00.</w:t>
      </w:r>
    </w:p>
    <w:p w14:paraId="6A34ED2F" w14:textId="4BBB11BD" w:rsidR="00D94E92" w:rsidRDefault="006E19CD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B3CBC">
        <w:rPr>
          <w:rFonts w:ascii="Arial" w:hAnsi="Arial" w:cs="Arial"/>
        </w:rPr>
        <w:t xml:space="preserve">ferta wraz z załącznikami musi być podpisana przez osobę/y uprawnione do składania oświadczeń woli w imieniu </w:t>
      </w:r>
      <w:r w:rsidR="007C65AE">
        <w:rPr>
          <w:rFonts w:ascii="Arial" w:hAnsi="Arial" w:cs="Arial"/>
        </w:rPr>
        <w:t>oferenta</w:t>
      </w:r>
      <w:r w:rsidR="005B3CBC">
        <w:rPr>
          <w:rFonts w:ascii="Arial" w:hAnsi="Arial" w:cs="Arial"/>
        </w:rPr>
        <w:t xml:space="preserve"> zgodnie z zasadami reprezentacji</w:t>
      </w:r>
      <w:r w:rsidR="001A7AC3">
        <w:rPr>
          <w:rFonts w:ascii="Arial" w:hAnsi="Arial" w:cs="Arial"/>
        </w:rPr>
        <w:t>.</w:t>
      </w:r>
      <w:r w:rsidR="005B3CBC">
        <w:rPr>
          <w:rFonts w:ascii="Arial" w:hAnsi="Arial" w:cs="Arial"/>
        </w:rPr>
        <w:t xml:space="preserve"> </w:t>
      </w:r>
    </w:p>
    <w:p w14:paraId="53609675" w14:textId="0CE2C184" w:rsidR="00D94E92" w:rsidRDefault="00D209B2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5B3CBC" w:rsidRPr="00D94E92">
        <w:rPr>
          <w:rFonts w:ascii="Arial" w:hAnsi="Arial" w:cs="Arial"/>
        </w:rPr>
        <w:t xml:space="preserve"> zobowiązany jest do podpisania umowy której wzór jest załącznik</w:t>
      </w:r>
      <w:r w:rsidR="00BA0CAE" w:rsidRPr="00D94E92">
        <w:rPr>
          <w:rFonts w:ascii="Arial" w:hAnsi="Arial" w:cs="Arial"/>
        </w:rPr>
        <w:t>iem do niniejszego postępowania.</w:t>
      </w:r>
    </w:p>
    <w:p w14:paraId="65B986D7" w14:textId="7061A262" w:rsidR="002015B3" w:rsidRPr="00E90D22" w:rsidRDefault="00D209B2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2015B3" w:rsidRPr="00E90D22">
        <w:rPr>
          <w:rFonts w:ascii="Arial" w:hAnsi="Arial" w:cs="Arial"/>
        </w:rPr>
        <w:t xml:space="preserve"> zobowiązany jest do potwierdzenia posiadania wymaganych kompetencji przez osoby prowadzące szkolenia. Szkolenia muszą być realizowane przez instruktorów będących lekarzami specjalistami w dziedzinie anestezjologii i intensywnej terapii lub medycyny ratunkowej, bądź przez czynnych zawodowo ratowników medycznych, spełniających wymogi kwalifikacyjne określone w Standardzie ZŻ.5 pkt 6</w:t>
      </w:r>
      <w:r w:rsidR="00825632" w:rsidRPr="00E90D22">
        <w:rPr>
          <w:rFonts w:ascii="Arial" w:hAnsi="Arial" w:cs="Arial"/>
        </w:rPr>
        <w:t xml:space="preserve"> zgodnie z wytycznymi Europejskiej Rady Resuscytacji</w:t>
      </w:r>
      <w:r w:rsidR="002015B3" w:rsidRPr="00E90D22">
        <w:rPr>
          <w:rFonts w:ascii="Arial" w:hAnsi="Arial" w:cs="Arial"/>
        </w:rPr>
        <w:t>. Dokumenty potwierdzające kompetencje osób prowadzących szkolenie należy przedkładać każdorazowo, nie później niż w dniu przeprowadzenia szkolenia.</w:t>
      </w:r>
    </w:p>
    <w:p w14:paraId="3016D204" w14:textId="28D20B4D" w:rsidR="00612582" w:rsidRPr="00E90D22" w:rsidRDefault="00C51906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 w:rsidRPr="00E90D22">
        <w:rPr>
          <w:rFonts w:ascii="Arial" w:hAnsi="Arial" w:cs="Arial"/>
        </w:rPr>
        <w:t>W przypadku niedostarczenia dokumentów potwierdzających kompetencje osó</w:t>
      </w:r>
      <w:r w:rsidR="00A5153D">
        <w:rPr>
          <w:rFonts w:ascii="Arial" w:hAnsi="Arial" w:cs="Arial"/>
        </w:rPr>
        <w:t>b prowadzących szkolenie</w:t>
      </w:r>
      <w:r w:rsidR="002E34C5">
        <w:rPr>
          <w:rFonts w:ascii="Arial" w:hAnsi="Arial" w:cs="Arial"/>
        </w:rPr>
        <w:t>,</w:t>
      </w:r>
      <w:r w:rsidR="00A5153D">
        <w:rPr>
          <w:rFonts w:ascii="Arial" w:hAnsi="Arial" w:cs="Arial"/>
        </w:rPr>
        <w:t xml:space="preserve"> </w:t>
      </w:r>
      <w:r w:rsidR="00C20DB1">
        <w:rPr>
          <w:rFonts w:ascii="Arial" w:hAnsi="Arial" w:cs="Arial"/>
        </w:rPr>
        <w:t xml:space="preserve">o których mowa </w:t>
      </w:r>
      <w:r w:rsidR="00A5153D">
        <w:rPr>
          <w:rFonts w:ascii="Arial" w:hAnsi="Arial" w:cs="Arial"/>
        </w:rPr>
        <w:t>w pkt 8</w:t>
      </w:r>
      <w:r w:rsidRPr="00E90D22">
        <w:rPr>
          <w:rFonts w:ascii="Arial" w:hAnsi="Arial" w:cs="Arial"/>
        </w:rPr>
        <w:t>, szkolenie zostaje odwołane z winy Zleceniobiorcy, co stanowi niewywiązanie się z umowy. W takiej sytuacji Zleceniodawca jest uprawniony do obciążenia Zleceniobiorcy karą umowną w wysokości 15 zł brutto za każdą osobę, która z tego powodu nie została przeszkolona</w:t>
      </w:r>
      <w:r w:rsidR="00A5153D">
        <w:rPr>
          <w:rFonts w:ascii="Arial" w:hAnsi="Arial" w:cs="Arial"/>
        </w:rPr>
        <w:t>.</w:t>
      </w:r>
      <w:r w:rsidRPr="00E90D22">
        <w:rPr>
          <w:rFonts w:ascii="Arial" w:hAnsi="Arial" w:cs="Arial"/>
        </w:rPr>
        <w:t xml:space="preserve"> </w:t>
      </w:r>
    </w:p>
    <w:p w14:paraId="5F5D65F0" w14:textId="731C398F" w:rsidR="00571A7A" w:rsidRDefault="00D209B2" w:rsidP="00D94E92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FA7517" w:rsidRPr="00E90D22">
        <w:rPr>
          <w:rFonts w:ascii="Arial" w:hAnsi="Arial" w:cs="Arial"/>
        </w:rPr>
        <w:t xml:space="preserve"> przedstawi, na dzień podpisania umowy, udokumentowane doświadczenie zawodowe potwierdzające realizację tożsamych usług w jednostkach medycznych. Nieprzedstawienie wymaganych dokumentów uprawnia Zleceniodawcę do odstąpienia od podpisania umowy</w:t>
      </w:r>
      <w:r w:rsidR="00E90D22" w:rsidRPr="00E90D22">
        <w:rPr>
          <w:rFonts w:ascii="Arial" w:hAnsi="Arial" w:cs="Arial"/>
        </w:rPr>
        <w:t>.</w:t>
      </w:r>
    </w:p>
    <w:p w14:paraId="7CECAAB7" w14:textId="435E2D37" w:rsidR="001F68F4" w:rsidRDefault="00D209B2" w:rsidP="00BC3D93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Oferent </w:t>
      </w:r>
      <w:r w:rsidR="001F68F4" w:rsidRPr="00D94E92">
        <w:rPr>
          <w:rFonts w:ascii="Arial" w:hAnsi="Arial" w:cs="Arial"/>
        </w:rPr>
        <w:t>zobowiązany jest złożyć oświadczenie, że nie zachodzą przesłanki wykluczenia z postępowania na podstawie art.7 ust.1 w zw. z art.7 ust.9 ustawy z dnia 13 kwietnia 2022r.</w:t>
      </w:r>
      <w:r w:rsidR="00D94E92">
        <w:rPr>
          <w:rFonts w:ascii="Arial" w:hAnsi="Arial" w:cs="Arial"/>
        </w:rPr>
        <w:t xml:space="preserve"> </w:t>
      </w:r>
      <w:r w:rsidR="001F68F4" w:rsidRPr="00D94E92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narodowego. </w:t>
      </w:r>
    </w:p>
    <w:p w14:paraId="77BF3C0F" w14:textId="77777777" w:rsidR="00CA3065" w:rsidRPr="00CA3065" w:rsidRDefault="00CA3065" w:rsidP="00CA3065">
      <w:pPr>
        <w:pStyle w:val="NormalnyWeb"/>
        <w:numPr>
          <w:ilvl w:val="0"/>
          <w:numId w:val="12"/>
        </w:numPr>
        <w:spacing w:line="300" w:lineRule="atLeast"/>
        <w:rPr>
          <w:rFonts w:ascii="Arial" w:hAnsi="Arial" w:cs="Arial"/>
        </w:rPr>
      </w:pPr>
      <w:r w:rsidRPr="00D94E92">
        <w:rPr>
          <w:rFonts w:ascii="Arial" w:hAnsi="Arial" w:cs="Arial"/>
        </w:rPr>
        <w:t>Z zawartością ofert nie można zapoznać się przed upływem terminu otwarcia ofert.</w:t>
      </w:r>
    </w:p>
    <w:p w14:paraId="5D49EABD" w14:textId="77777777" w:rsidR="00CA3065" w:rsidRPr="00D94E92" w:rsidRDefault="00CA3065" w:rsidP="00CA3065">
      <w:pPr>
        <w:pStyle w:val="NormalnyWeb"/>
        <w:spacing w:line="300" w:lineRule="atLeast"/>
        <w:ind w:left="720"/>
        <w:rPr>
          <w:rFonts w:ascii="Arial" w:hAnsi="Arial" w:cs="Arial"/>
        </w:rPr>
      </w:pPr>
    </w:p>
    <w:p w14:paraId="1F082BCA" w14:textId="33E77DB4" w:rsidR="005B3CBC" w:rsidRPr="006E19CD" w:rsidRDefault="00986D20" w:rsidP="00BC3D93">
      <w:pPr>
        <w:pStyle w:val="NormalnyWeb"/>
        <w:spacing w:line="30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zamówienia.</w:t>
      </w:r>
    </w:p>
    <w:p w14:paraId="634B4B6B" w14:textId="110A0711" w:rsidR="00BC3D93" w:rsidRDefault="00FE517B" w:rsidP="00BC3D93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usługa przeprowadzenia </w:t>
      </w:r>
      <w:r w:rsidR="00BC3D93">
        <w:rPr>
          <w:rFonts w:ascii="Arial" w:hAnsi="Arial" w:cs="Arial"/>
        </w:rPr>
        <w:t>specjalistycznych</w:t>
      </w:r>
      <w:r>
        <w:rPr>
          <w:rFonts w:ascii="Arial" w:hAnsi="Arial" w:cs="Arial"/>
        </w:rPr>
        <w:t xml:space="preserve"> szkoleń</w:t>
      </w:r>
      <w:r w:rsidR="00BC3D93">
        <w:rPr>
          <w:rFonts w:ascii="Arial" w:hAnsi="Arial" w:cs="Arial"/>
        </w:rPr>
        <w:t xml:space="preserve"> z zakresu Resuscytacji Krążeniowo-Oddechowej (RKO), zgodnych z nowymi wytycznymi akredytacyjnymi – </w:t>
      </w:r>
      <w:r w:rsidR="00BC3D93">
        <w:rPr>
          <w:rStyle w:val="Pogrubienie"/>
          <w:rFonts w:ascii="Arial" w:hAnsi="Arial" w:cs="Arial"/>
        </w:rPr>
        <w:t>Standardem ZŻ.5 na rok 2025</w:t>
      </w:r>
      <w:r>
        <w:rPr>
          <w:rFonts w:ascii="Arial" w:hAnsi="Arial" w:cs="Arial"/>
        </w:rPr>
        <w:t>, dla</w:t>
      </w:r>
      <w:r w:rsidR="00265E6B">
        <w:rPr>
          <w:rFonts w:ascii="Arial" w:hAnsi="Arial" w:cs="Arial"/>
        </w:rPr>
        <w:t xml:space="preserve"> grupy około 13</w:t>
      </w:r>
      <w:r w:rsidR="00DC2274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pracowników medycznych</w:t>
      </w:r>
      <w:r w:rsidR="00F85F52">
        <w:rPr>
          <w:rFonts w:ascii="Arial" w:hAnsi="Arial" w:cs="Arial"/>
        </w:rPr>
        <w:t xml:space="preserve"> i administracyjnych</w:t>
      </w:r>
      <w:r>
        <w:rPr>
          <w:rFonts w:ascii="Arial" w:hAnsi="Arial" w:cs="Arial"/>
        </w:rPr>
        <w:t xml:space="preserve"> Szpitala</w:t>
      </w:r>
      <w:r w:rsidR="00BC3D93">
        <w:rPr>
          <w:rFonts w:ascii="Arial" w:hAnsi="Arial" w:cs="Arial"/>
        </w:rPr>
        <w:t>.</w:t>
      </w:r>
    </w:p>
    <w:p w14:paraId="7A3A76EB" w14:textId="77777777" w:rsidR="00426514" w:rsidRDefault="00426514" w:rsidP="00BC3D93">
      <w:pPr>
        <w:pStyle w:val="NormalnyWeb"/>
        <w:spacing w:line="300" w:lineRule="atLeast"/>
        <w:rPr>
          <w:rFonts w:ascii="Arial" w:hAnsi="Arial" w:cs="Arial"/>
        </w:rPr>
      </w:pPr>
    </w:p>
    <w:p w14:paraId="37B43AFA" w14:textId="77777777" w:rsidR="002102E0" w:rsidRDefault="002102E0" w:rsidP="00BC3D93">
      <w:pPr>
        <w:pStyle w:val="NormalnyWeb"/>
        <w:spacing w:line="300" w:lineRule="atLeast"/>
        <w:rPr>
          <w:rFonts w:ascii="Arial" w:hAnsi="Arial" w:cs="Arial"/>
        </w:rPr>
      </w:pPr>
    </w:p>
    <w:p w14:paraId="3B22ABAC" w14:textId="11C29165" w:rsidR="0018296B" w:rsidRDefault="001A7AC3" w:rsidP="00986D20">
      <w:pPr>
        <w:pStyle w:val="NormalnyWeb"/>
        <w:spacing w:line="300" w:lineRule="atLeast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lastRenderedPageBreak/>
        <w:t>Zakres</w:t>
      </w:r>
      <w:r w:rsidR="002B7D2B">
        <w:rPr>
          <w:rStyle w:val="Pogrubienie"/>
          <w:rFonts w:ascii="Arial" w:hAnsi="Arial" w:cs="Arial"/>
        </w:rPr>
        <w:t xml:space="preserve"> tematyczny</w:t>
      </w:r>
      <w:r>
        <w:rPr>
          <w:rStyle w:val="Pogrubienie"/>
          <w:rFonts w:ascii="Arial" w:hAnsi="Arial" w:cs="Arial"/>
        </w:rPr>
        <w:t xml:space="preserve"> </w:t>
      </w:r>
      <w:r w:rsidR="002B7D2B">
        <w:rPr>
          <w:rStyle w:val="Pogrubienie"/>
          <w:rFonts w:ascii="Arial" w:hAnsi="Arial" w:cs="Arial"/>
        </w:rPr>
        <w:t>s</w:t>
      </w:r>
      <w:r w:rsidR="006E19CD">
        <w:rPr>
          <w:rStyle w:val="Pogrubienie"/>
          <w:rFonts w:ascii="Arial" w:hAnsi="Arial" w:cs="Arial"/>
        </w:rPr>
        <w:t>zkolenia:</w:t>
      </w:r>
      <w:r w:rsidR="00A06D4C">
        <w:rPr>
          <w:rStyle w:val="Pogrubienie"/>
          <w:rFonts w:ascii="Arial" w:hAnsi="Arial" w:cs="Arial"/>
        </w:rPr>
        <w:t xml:space="preserve"> </w:t>
      </w:r>
      <w:r w:rsidR="006E19CD" w:rsidRPr="00A06D4C">
        <w:rPr>
          <w:rFonts w:ascii="Arial" w:hAnsi="Arial" w:cs="Arial"/>
          <w:b/>
        </w:rPr>
        <w:t>Resuscytacja Krążeniowo-Oddechowa (RKO)</w:t>
      </w:r>
      <w:r w:rsidR="00986D20">
        <w:rPr>
          <w:rFonts w:ascii="Arial" w:hAnsi="Arial" w:cs="Arial"/>
          <w:b/>
        </w:rPr>
        <w:t>:</w:t>
      </w:r>
    </w:p>
    <w:p w14:paraId="2ECE73B6" w14:textId="44537788" w:rsidR="002C0DC3" w:rsidRPr="002C0DC3" w:rsidRDefault="002C0DC3" w:rsidP="002C0DC3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teoretyczna z prezentacją na ekranie (slajdy, film).</w:t>
      </w:r>
      <w:r w:rsidRPr="002C0DC3">
        <w:rPr>
          <w:rFonts w:ascii="Arial" w:hAnsi="Arial" w:cs="Arial"/>
          <w:sz w:val="24"/>
          <w:szCs w:val="24"/>
        </w:rPr>
        <w:t xml:space="preserve"> </w:t>
      </w:r>
    </w:p>
    <w:p w14:paraId="519973A2" w14:textId="7D416D2D" w:rsidR="0018296B" w:rsidRPr="00986D20" w:rsidRDefault="0018296B" w:rsidP="00986D20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Aspekty prawne udzielania pierwszej pomocy.</w:t>
      </w:r>
    </w:p>
    <w:p w14:paraId="3E11AF78" w14:textId="4BA41FB9" w:rsidR="002C0DC3" w:rsidRDefault="002C0DC3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Rozpoznanie i udzielanie pierwszej pomocy.</w:t>
      </w:r>
    </w:p>
    <w:p w14:paraId="55E8F65E" w14:textId="24D85F7A" w:rsidR="0018296B" w:rsidRDefault="0018296B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Ocenę stanu poszkodowanego i wezwanie pomocy.</w:t>
      </w:r>
    </w:p>
    <w:p w14:paraId="6DB0707D" w14:textId="4F6A4716" w:rsidR="0018296B" w:rsidRDefault="0018296B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Resuscytację Krążeniowo</w:t>
      </w:r>
      <w:r w:rsidR="004357D2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Oddechową u dorosłych (PRC,ERC).</w:t>
      </w:r>
    </w:p>
    <w:p w14:paraId="418221B0" w14:textId="1C9A33E8" w:rsidR="0018296B" w:rsidRDefault="0018296B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Obsługę automatycznego defibrylatora AED.</w:t>
      </w:r>
    </w:p>
    <w:p w14:paraId="367AB5B8" w14:textId="63AE1E2C" w:rsidR="0018296B" w:rsidRDefault="007436B2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Płynoterapia</w:t>
      </w:r>
      <w:proofErr w:type="spellEnd"/>
      <w:r>
        <w:rPr>
          <w:rFonts w:ascii="Arial" w:hAnsi="Arial" w:cs="Arial"/>
          <w:sz w:val="24"/>
          <w:szCs w:val="24"/>
        </w:rPr>
        <w:t>, gazometria, wkłucie obwodowe.</w:t>
      </w:r>
    </w:p>
    <w:p w14:paraId="4401B0FD" w14:textId="77777777" w:rsidR="007436B2" w:rsidRDefault="007436B2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Odwracalne przyczyny zatrzymania krążenia (NZK).</w:t>
      </w:r>
    </w:p>
    <w:p w14:paraId="4193657B" w14:textId="585C0D48" w:rsidR="00986D20" w:rsidRPr="00D94E92" w:rsidRDefault="007436B2" w:rsidP="00D94E92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Sytuacje szczególne w resuscytacji (kobieta w ciąży, dziecko).</w:t>
      </w:r>
    </w:p>
    <w:p w14:paraId="476DB02C" w14:textId="12245383" w:rsidR="0018296B" w:rsidRPr="00986D20" w:rsidRDefault="00986D20" w:rsidP="00986D20">
      <w:p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Style w:val="Pogrubienie"/>
          <w:rFonts w:ascii="Arial" w:hAnsi="Arial" w:cs="Arial"/>
          <w:sz w:val="24"/>
          <w:szCs w:val="24"/>
        </w:rPr>
        <w:t>Organizacja</w:t>
      </w:r>
      <w:r w:rsidRPr="00986D20">
        <w:rPr>
          <w:rStyle w:val="Pogrubienie"/>
          <w:rFonts w:ascii="Arial" w:hAnsi="Arial" w:cs="Arial"/>
          <w:sz w:val="24"/>
          <w:szCs w:val="24"/>
        </w:rPr>
        <w:t xml:space="preserve"> Szkolenia:</w:t>
      </w:r>
    </w:p>
    <w:p w14:paraId="58E02C17" w14:textId="78E8F064" w:rsidR="006E19CD" w:rsidRPr="00F85F52" w:rsidRDefault="006E19CD" w:rsidP="00F85F52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 w:rsidRPr="00A06D4C">
        <w:rPr>
          <w:rStyle w:val="Pogrubienie"/>
          <w:rFonts w:ascii="Arial" w:hAnsi="Arial" w:cs="Arial"/>
          <w:b w:val="0"/>
          <w:sz w:val="24"/>
          <w:szCs w:val="24"/>
        </w:rPr>
        <w:t>Lokalizacja</w:t>
      </w:r>
      <w:r w:rsidRPr="006E19CD">
        <w:rPr>
          <w:rStyle w:val="Pogrubienie"/>
          <w:rFonts w:ascii="Arial" w:hAnsi="Arial" w:cs="Arial"/>
          <w:sz w:val="24"/>
          <w:szCs w:val="24"/>
        </w:rPr>
        <w:t>:</w:t>
      </w:r>
      <w:r w:rsidRPr="006E19CD">
        <w:rPr>
          <w:rFonts w:ascii="Arial" w:hAnsi="Arial" w:cs="Arial"/>
          <w:sz w:val="24"/>
          <w:szCs w:val="24"/>
        </w:rPr>
        <w:t xml:space="preserve"> Szkoleni</w:t>
      </w:r>
      <w:r>
        <w:rPr>
          <w:rFonts w:ascii="Arial" w:hAnsi="Arial" w:cs="Arial"/>
          <w:sz w:val="24"/>
          <w:szCs w:val="24"/>
        </w:rPr>
        <w:t xml:space="preserve">a stacjonarne na terenie </w:t>
      </w:r>
      <w:r w:rsidR="00D03AB8">
        <w:rPr>
          <w:rFonts w:ascii="Arial" w:hAnsi="Arial" w:cs="Arial"/>
          <w:sz w:val="24"/>
          <w:szCs w:val="24"/>
        </w:rPr>
        <w:t xml:space="preserve">Krakowskiego </w:t>
      </w:r>
      <w:r w:rsidRPr="006E19CD">
        <w:rPr>
          <w:rFonts w:ascii="Arial" w:hAnsi="Arial" w:cs="Arial"/>
          <w:sz w:val="24"/>
          <w:szCs w:val="24"/>
        </w:rPr>
        <w:t>Szpitala</w:t>
      </w:r>
      <w:r w:rsidR="00A87E05">
        <w:rPr>
          <w:rFonts w:ascii="Arial" w:hAnsi="Arial" w:cs="Arial"/>
          <w:sz w:val="24"/>
          <w:szCs w:val="24"/>
        </w:rPr>
        <w:t xml:space="preserve"> Specjalistycznego</w:t>
      </w:r>
      <w:r>
        <w:rPr>
          <w:rFonts w:ascii="Arial" w:hAnsi="Arial" w:cs="Arial"/>
          <w:sz w:val="24"/>
          <w:szCs w:val="24"/>
        </w:rPr>
        <w:t xml:space="preserve"> im. św. Jana Pawła II </w:t>
      </w:r>
      <w:r w:rsidR="00A87E0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ul. Prądnicka 80</w:t>
      </w:r>
      <w:r w:rsidR="00A87E05">
        <w:rPr>
          <w:rFonts w:ascii="Arial" w:hAnsi="Arial" w:cs="Arial"/>
          <w:sz w:val="24"/>
          <w:szCs w:val="24"/>
        </w:rPr>
        <w:t>, (</w:t>
      </w:r>
      <w:r w:rsidR="00D03AB8">
        <w:rPr>
          <w:rFonts w:ascii="Arial" w:hAnsi="Arial" w:cs="Arial"/>
          <w:sz w:val="24"/>
          <w:szCs w:val="24"/>
        </w:rPr>
        <w:t>31-202 Kraków</w:t>
      </w:r>
      <w:r w:rsidR="00A87E05">
        <w:rPr>
          <w:rFonts w:ascii="Arial" w:hAnsi="Arial" w:cs="Arial"/>
          <w:sz w:val="24"/>
          <w:szCs w:val="24"/>
        </w:rPr>
        <w:t>)</w:t>
      </w:r>
      <w:r w:rsidR="00D03AB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Pawilon</w:t>
      </w:r>
      <w:r w:rsidR="00DC2274">
        <w:rPr>
          <w:rFonts w:ascii="Arial" w:hAnsi="Arial" w:cs="Arial"/>
          <w:sz w:val="24"/>
          <w:szCs w:val="24"/>
        </w:rPr>
        <w:t xml:space="preserve"> Konferencyjny </w:t>
      </w:r>
      <w:r>
        <w:rPr>
          <w:rFonts w:ascii="Arial" w:hAnsi="Arial" w:cs="Arial"/>
          <w:sz w:val="24"/>
          <w:szCs w:val="24"/>
        </w:rPr>
        <w:t xml:space="preserve">A5 </w:t>
      </w:r>
      <w:r w:rsidR="00DC2274">
        <w:rPr>
          <w:rFonts w:ascii="Arial" w:hAnsi="Arial" w:cs="Arial"/>
          <w:sz w:val="24"/>
          <w:szCs w:val="24"/>
        </w:rPr>
        <w:t>,</w:t>
      </w:r>
      <w:r w:rsidRPr="006E19CD">
        <w:rPr>
          <w:rFonts w:ascii="Arial" w:hAnsi="Arial" w:cs="Arial"/>
          <w:sz w:val="24"/>
          <w:szCs w:val="24"/>
        </w:rPr>
        <w:t>sale d</w:t>
      </w:r>
      <w:r w:rsidR="00F85F52">
        <w:rPr>
          <w:rFonts w:ascii="Arial" w:hAnsi="Arial" w:cs="Arial"/>
          <w:sz w:val="24"/>
          <w:szCs w:val="24"/>
        </w:rPr>
        <w:t>ydaktyczne</w:t>
      </w:r>
      <w:r w:rsidR="00D03AB8">
        <w:rPr>
          <w:rFonts w:ascii="Arial" w:hAnsi="Arial" w:cs="Arial"/>
          <w:sz w:val="24"/>
          <w:szCs w:val="24"/>
        </w:rPr>
        <w:t xml:space="preserve"> wraz z wyposażeniem</w:t>
      </w:r>
      <w:r w:rsidR="00D94E92">
        <w:rPr>
          <w:rFonts w:ascii="Arial" w:hAnsi="Arial" w:cs="Arial"/>
          <w:sz w:val="24"/>
          <w:szCs w:val="24"/>
        </w:rPr>
        <w:t xml:space="preserve"> </w:t>
      </w:r>
      <w:r w:rsidR="00DC2274" w:rsidRPr="00F85F52">
        <w:rPr>
          <w:rFonts w:ascii="Arial" w:hAnsi="Arial" w:cs="Arial"/>
          <w:sz w:val="24"/>
          <w:szCs w:val="24"/>
        </w:rPr>
        <w:t>(</w:t>
      </w:r>
      <w:r w:rsidRPr="00F85F52">
        <w:rPr>
          <w:rFonts w:ascii="Arial" w:hAnsi="Arial" w:cs="Arial"/>
          <w:sz w:val="24"/>
          <w:szCs w:val="24"/>
        </w:rPr>
        <w:t>projektor, laptop,</w:t>
      </w:r>
      <w:r w:rsidR="00DC2274" w:rsidRPr="00F85F52">
        <w:rPr>
          <w:rFonts w:ascii="Arial" w:hAnsi="Arial" w:cs="Arial"/>
          <w:sz w:val="24"/>
          <w:szCs w:val="24"/>
        </w:rPr>
        <w:t xml:space="preserve"> nagłośnienie)</w:t>
      </w:r>
      <w:r w:rsidRPr="00F85F52">
        <w:rPr>
          <w:rFonts w:ascii="Arial" w:hAnsi="Arial" w:cs="Arial"/>
          <w:sz w:val="24"/>
          <w:szCs w:val="24"/>
        </w:rPr>
        <w:t>.</w:t>
      </w:r>
    </w:p>
    <w:p w14:paraId="2B084B91" w14:textId="1B5B2EEE" w:rsidR="006E19CD" w:rsidRDefault="006E19CD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 w:rsidRPr="00A06D4C">
        <w:rPr>
          <w:rStyle w:val="Pogrubienie"/>
          <w:rFonts w:ascii="Arial" w:hAnsi="Arial" w:cs="Arial"/>
          <w:b w:val="0"/>
          <w:sz w:val="24"/>
          <w:szCs w:val="24"/>
        </w:rPr>
        <w:t>Częstotliwość</w:t>
      </w:r>
      <w:r w:rsidRPr="006E19CD">
        <w:rPr>
          <w:rStyle w:val="Pogrubienie"/>
          <w:rFonts w:ascii="Arial" w:hAnsi="Arial" w:cs="Arial"/>
          <w:sz w:val="24"/>
          <w:szCs w:val="24"/>
        </w:rPr>
        <w:t>:</w:t>
      </w:r>
      <w:r w:rsidR="00F85F52">
        <w:rPr>
          <w:rFonts w:ascii="Arial" w:hAnsi="Arial" w:cs="Arial"/>
          <w:sz w:val="24"/>
          <w:szCs w:val="24"/>
        </w:rPr>
        <w:t xml:space="preserve"> Jednorazowo 2 grupy 15 osobowe w 2</w:t>
      </w:r>
      <w:r w:rsidR="00DC2274">
        <w:rPr>
          <w:rFonts w:ascii="Arial" w:hAnsi="Arial" w:cs="Arial"/>
          <w:sz w:val="24"/>
          <w:szCs w:val="24"/>
        </w:rPr>
        <w:t xml:space="preserve"> cyk</w:t>
      </w:r>
      <w:r w:rsidR="00F2263A">
        <w:rPr>
          <w:rFonts w:ascii="Arial" w:hAnsi="Arial" w:cs="Arial"/>
          <w:sz w:val="24"/>
          <w:szCs w:val="24"/>
        </w:rPr>
        <w:t>lach dziennie</w:t>
      </w:r>
      <w:r w:rsidR="00DC2274">
        <w:rPr>
          <w:rFonts w:ascii="Arial" w:hAnsi="Arial" w:cs="Arial"/>
          <w:sz w:val="24"/>
          <w:szCs w:val="24"/>
        </w:rPr>
        <w:t>.</w:t>
      </w:r>
    </w:p>
    <w:p w14:paraId="3CB2AD9F" w14:textId="11159DBE" w:rsidR="00F2263A" w:rsidRDefault="00F2263A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grupa w godzinach (9</w:t>
      </w:r>
      <w:r w:rsidR="00D94E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30 – 11</w:t>
      </w:r>
      <w:r w:rsidR="00D94E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30).</w:t>
      </w:r>
    </w:p>
    <w:p w14:paraId="42ED5E1A" w14:textId="59E8EC68" w:rsidR="00F2263A" w:rsidRPr="006E19CD" w:rsidRDefault="00F2263A" w:rsidP="006E19CD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 grupa w godzinach (12</w:t>
      </w:r>
      <w:r w:rsidR="00D94E92">
        <w:rPr>
          <w:rFonts w:ascii="Arial" w:hAnsi="Arial" w:cs="Arial"/>
          <w:sz w:val="24"/>
          <w:szCs w:val="24"/>
        </w:rPr>
        <w:t>:</w:t>
      </w:r>
      <w:r w:rsidR="00524611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</w:t>
      </w:r>
      <w:r w:rsidR="0052461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14</w:t>
      </w:r>
      <w:r w:rsidR="00D94E92">
        <w:rPr>
          <w:rFonts w:ascii="Arial" w:hAnsi="Arial" w:cs="Arial"/>
          <w:sz w:val="24"/>
          <w:szCs w:val="24"/>
        </w:rPr>
        <w:t>:</w:t>
      </w:r>
      <w:r w:rsidR="00524611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).</w:t>
      </w:r>
    </w:p>
    <w:p w14:paraId="4109C4C4" w14:textId="57C24818" w:rsidR="002C0DC3" w:rsidRPr="00986D20" w:rsidRDefault="002C0DC3" w:rsidP="00986D20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 w:rsidRPr="00A06D4C">
        <w:rPr>
          <w:rStyle w:val="Pogrubienie"/>
          <w:rFonts w:ascii="Arial" w:hAnsi="Arial" w:cs="Arial"/>
          <w:b w:val="0"/>
          <w:sz w:val="24"/>
          <w:szCs w:val="24"/>
        </w:rPr>
        <w:t>Czas trwania:</w:t>
      </w:r>
      <w:r w:rsidRPr="00A06D4C">
        <w:rPr>
          <w:rFonts w:ascii="Arial" w:hAnsi="Arial" w:cs="Arial"/>
          <w:b/>
          <w:sz w:val="24"/>
          <w:szCs w:val="24"/>
        </w:rPr>
        <w:t xml:space="preserve"> </w:t>
      </w:r>
      <w:r w:rsidRPr="00A06D4C">
        <w:rPr>
          <w:rStyle w:val="Pogrubienie"/>
          <w:rFonts w:ascii="Arial" w:hAnsi="Arial" w:cs="Arial"/>
          <w:b w:val="0"/>
          <w:sz w:val="24"/>
          <w:szCs w:val="24"/>
        </w:rPr>
        <w:t>2 godziny</w:t>
      </w:r>
      <w:r w:rsidRPr="006E19CD">
        <w:rPr>
          <w:rFonts w:ascii="Arial" w:hAnsi="Arial" w:cs="Arial"/>
          <w:sz w:val="24"/>
          <w:szCs w:val="24"/>
        </w:rPr>
        <w:t> </w:t>
      </w:r>
      <w:r w:rsidR="00986D20">
        <w:rPr>
          <w:rFonts w:ascii="Arial" w:hAnsi="Arial" w:cs="Arial"/>
          <w:sz w:val="24"/>
          <w:szCs w:val="24"/>
        </w:rPr>
        <w:t>zegarowe</w:t>
      </w:r>
      <w:r w:rsidRPr="006E19CD">
        <w:rPr>
          <w:rFonts w:ascii="Arial" w:hAnsi="Arial" w:cs="Arial"/>
          <w:sz w:val="24"/>
          <w:szCs w:val="24"/>
        </w:rPr>
        <w:t xml:space="preserve"> dla jednej grupy.</w:t>
      </w:r>
    </w:p>
    <w:p w14:paraId="19F1939B" w14:textId="66F96197" w:rsidR="002C0DC3" w:rsidRPr="00D94E92" w:rsidRDefault="00986D20" w:rsidP="00986D20">
      <w:pPr>
        <w:numPr>
          <w:ilvl w:val="0"/>
          <w:numId w:val="4"/>
        </w:numPr>
        <w:suppressAutoHyphens w:val="0"/>
        <w:spacing w:before="100" w:beforeAutospacing="1" w:after="100" w:afterAutospacing="1" w:line="300" w:lineRule="atLeast"/>
        <w:rPr>
          <w:rFonts w:ascii="Arial" w:hAnsi="Arial" w:cs="Arial"/>
          <w:sz w:val="24"/>
          <w:szCs w:val="24"/>
        </w:rPr>
      </w:pPr>
      <w:r w:rsidRPr="00A06D4C">
        <w:rPr>
          <w:rStyle w:val="Pogrubienie"/>
          <w:rFonts w:ascii="Arial" w:hAnsi="Arial" w:cs="Arial"/>
          <w:b w:val="0"/>
          <w:sz w:val="24"/>
          <w:szCs w:val="24"/>
        </w:rPr>
        <w:t>Termin realizacji</w:t>
      </w:r>
      <w:r w:rsidRPr="006E19CD">
        <w:rPr>
          <w:rStyle w:val="Pogrubienie"/>
          <w:rFonts w:ascii="Arial" w:hAnsi="Arial" w:cs="Arial"/>
          <w:sz w:val="24"/>
          <w:szCs w:val="24"/>
        </w:rPr>
        <w:t>:</w:t>
      </w:r>
      <w:r w:rsidR="00571A7A">
        <w:rPr>
          <w:rFonts w:ascii="Arial" w:hAnsi="Arial" w:cs="Arial"/>
          <w:sz w:val="24"/>
          <w:szCs w:val="24"/>
        </w:rPr>
        <w:t xml:space="preserve"> do 31.08</w:t>
      </w:r>
      <w:r>
        <w:rPr>
          <w:rFonts w:ascii="Arial" w:hAnsi="Arial" w:cs="Arial"/>
          <w:sz w:val="24"/>
          <w:szCs w:val="24"/>
        </w:rPr>
        <w:t>.2026</w:t>
      </w:r>
      <w:r w:rsidRPr="006E19CD">
        <w:rPr>
          <w:rFonts w:ascii="Arial" w:hAnsi="Arial" w:cs="Arial"/>
          <w:sz w:val="24"/>
          <w:szCs w:val="24"/>
        </w:rPr>
        <w:t xml:space="preserve"> r.</w:t>
      </w:r>
    </w:p>
    <w:p w14:paraId="52CB50CA" w14:textId="419F3DB0" w:rsidR="006E19CD" w:rsidRDefault="00D209B2" w:rsidP="00BC3D93">
      <w:pPr>
        <w:pStyle w:val="NormalnyWeb"/>
        <w:spacing w:line="300" w:lineRule="atLeast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Oferent</w:t>
      </w:r>
      <w:r w:rsidR="001A7AC3" w:rsidRPr="00A06D4C">
        <w:rPr>
          <w:rStyle w:val="Pogrubienie"/>
          <w:rFonts w:ascii="Arial" w:hAnsi="Arial" w:cs="Arial"/>
          <w:b w:val="0"/>
        </w:rPr>
        <w:t xml:space="preserve"> zap</w:t>
      </w:r>
      <w:r w:rsidR="00A06D4C" w:rsidRPr="00A06D4C">
        <w:rPr>
          <w:rStyle w:val="Pogrubienie"/>
          <w:rFonts w:ascii="Arial" w:hAnsi="Arial" w:cs="Arial"/>
          <w:b w:val="0"/>
        </w:rPr>
        <w:t>ewni odpowiedni</w:t>
      </w:r>
      <w:r w:rsidR="00D03AB8">
        <w:rPr>
          <w:rStyle w:val="Pogrubienie"/>
          <w:rFonts w:ascii="Arial" w:hAnsi="Arial" w:cs="Arial"/>
          <w:b w:val="0"/>
        </w:rPr>
        <w:t>e</w:t>
      </w:r>
      <w:r w:rsidR="00A06D4C" w:rsidRPr="00A06D4C">
        <w:rPr>
          <w:rStyle w:val="Pogrubienie"/>
          <w:rFonts w:ascii="Arial" w:hAnsi="Arial" w:cs="Arial"/>
          <w:b w:val="0"/>
        </w:rPr>
        <w:t xml:space="preserve"> profesjonalne fantomy do ćwiczeń i treningowe defibrylator</w:t>
      </w:r>
      <w:r w:rsidR="00A06D4C">
        <w:rPr>
          <w:rStyle w:val="Pogrubienie"/>
          <w:rFonts w:ascii="Arial" w:hAnsi="Arial" w:cs="Arial"/>
          <w:b w:val="0"/>
        </w:rPr>
        <w:t>y AED.</w:t>
      </w:r>
    </w:p>
    <w:p w14:paraId="321B18A0" w14:textId="41EEECA1" w:rsidR="00A06D4C" w:rsidRDefault="00A06D4C" w:rsidP="00BC3D93">
      <w:pPr>
        <w:pStyle w:val="NormalnyWeb"/>
        <w:spacing w:line="300" w:lineRule="atLeast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Po zakończeniu szkolenia z wynikiem pozytywnym </w:t>
      </w:r>
      <w:r w:rsidR="00D209B2">
        <w:rPr>
          <w:rStyle w:val="Pogrubienie"/>
          <w:rFonts w:ascii="Arial" w:hAnsi="Arial" w:cs="Arial"/>
          <w:b w:val="0"/>
        </w:rPr>
        <w:t>Oferent</w:t>
      </w:r>
      <w:r>
        <w:rPr>
          <w:rStyle w:val="Pogrubienie"/>
          <w:rFonts w:ascii="Arial" w:hAnsi="Arial" w:cs="Arial"/>
          <w:b w:val="0"/>
        </w:rPr>
        <w:t xml:space="preserve"> wystawi imienne certyfikaty dla każdego uczestnika.</w:t>
      </w:r>
    </w:p>
    <w:p w14:paraId="36DA10E5" w14:textId="5A1A0DE0" w:rsidR="00BA0CAE" w:rsidRDefault="00BA0CAE" w:rsidP="00BC3D93">
      <w:pPr>
        <w:pStyle w:val="NormalnyWeb"/>
        <w:spacing w:line="300" w:lineRule="atLeast"/>
        <w:rPr>
          <w:rStyle w:val="Pogrubienie"/>
          <w:rFonts w:ascii="Arial" w:hAnsi="Arial" w:cs="Arial"/>
        </w:rPr>
      </w:pPr>
      <w:r w:rsidRPr="00BA0CAE">
        <w:rPr>
          <w:rStyle w:val="Pogrubienie"/>
          <w:rFonts w:ascii="Arial" w:hAnsi="Arial" w:cs="Arial"/>
        </w:rPr>
        <w:t>Kryteria wyboru oferty</w:t>
      </w:r>
      <w:r w:rsidR="001F68F4">
        <w:rPr>
          <w:rStyle w:val="Pogrubienie"/>
          <w:rFonts w:ascii="Arial" w:hAnsi="Arial" w:cs="Arial"/>
        </w:rPr>
        <w:t>.</w:t>
      </w:r>
    </w:p>
    <w:p w14:paraId="1661258E" w14:textId="543AA23E" w:rsidR="00BA0CAE" w:rsidRPr="002102E0" w:rsidRDefault="00C9020A" w:rsidP="002102E0">
      <w:pPr>
        <w:pStyle w:val="NormalnyWeb"/>
        <w:numPr>
          <w:ilvl w:val="0"/>
          <w:numId w:val="15"/>
        </w:numPr>
        <w:spacing w:line="300" w:lineRule="atLeast"/>
        <w:rPr>
          <w:rFonts w:ascii="Arial" w:hAnsi="Arial" w:cs="Arial"/>
          <w:bCs/>
        </w:rPr>
      </w:pPr>
      <w:r>
        <w:rPr>
          <w:rStyle w:val="Pogrubienie"/>
          <w:rFonts w:ascii="Arial" w:hAnsi="Arial" w:cs="Arial"/>
          <w:b w:val="0"/>
        </w:rPr>
        <w:t>Z</w:t>
      </w:r>
      <w:r w:rsidR="00BA0CAE">
        <w:rPr>
          <w:rStyle w:val="Pogrubienie"/>
          <w:rFonts w:ascii="Arial" w:hAnsi="Arial" w:cs="Arial"/>
          <w:b w:val="0"/>
        </w:rPr>
        <w:t>aoferowana cena w zł brutto za jednego uczestnika szkolenia.</w:t>
      </w:r>
    </w:p>
    <w:p w14:paraId="100E26D5" w14:textId="34932CC2" w:rsidR="006E19CD" w:rsidRPr="00BA0CAE" w:rsidRDefault="00BA0CAE" w:rsidP="00BC3D93">
      <w:pPr>
        <w:pStyle w:val="NormalnyWeb"/>
        <w:spacing w:line="30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uzupełniające</w:t>
      </w:r>
      <w:r w:rsidR="001F68F4">
        <w:rPr>
          <w:rFonts w:ascii="Arial" w:hAnsi="Arial" w:cs="Arial"/>
          <w:b/>
        </w:rPr>
        <w:t>.</w:t>
      </w:r>
    </w:p>
    <w:p w14:paraId="47CB951E" w14:textId="6D67BFCF" w:rsidR="00FE517B" w:rsidRDefault="00FE517B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1 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dokonując wyboru ofert, może pominą</w:t>
      </w:r>
      <w:r w:rsidR="00C9020A">
        <w:rPr>
          <w:rFonts w:ascii="Arial" w:hAnsi="Arial" w:cs="Arial"/>
        </w:rPr>
        <w:t>ć oferty, które w jego ocenie</w:t>
      </w:r>
      <w:r w:rsidR="004B71E1">
        <w:rPr>
          <w:rFonts w:ascii="Arial" w:hAnsi="Arial" w:cs="Arial"/>
        </w:rPr>
        <w:t xml:space="preserve"> zawierają raż</w:t>
      </w:r>
      <w:r>
        <w:rPr>
          <w:rFonts w:ascii="Arial" w:hAnsi="Arial" w:cs="Arial"/>
        </w:rPr>
        <w:t xml:space="preserve">ąco niską cenę lub </w:t>
      </w:r>
      <w:r w:rsidR="00C9020A">
        <w:rPr>
          <w:rFonts w:ascii="Arial" w:hAnsi="Arial" w:cs="Arial"/>
        </w:rPr>
        <w:t xml:space="preserve">gdy </w:t>
      </w:r>
      <w:r>
        <w:rPr>
          <w:rFonts w:ascii="Arial" w:hAnsi="Arial" w:cs="Arial"/>
        </w:rPr>
        <w:t>ma wątpliwości co do jakości wykonania usługi.</w:t>
      </w:r>
    </w:p>
    <w:p w14:paraId="498F7637" w14:textId="01862BA9" w:rsidR="00FE517B" w:rsidRDefault="00FE517B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2 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nie jest zobligowany do wyboru jakiejkolwiek</w:t>
      </w:r>
      <w:r w:rsidR="006A7956">
        <w:rPr>
          <w:rFonts w:ascii="Arial" w:hAnsi="Arial" w:cs="Arial"/>
        </w:rPr>
        <w:t xml:space="preserve"> oferty, a złożenie oferty nie stanowi podstawy do występowania z jakimikolwiek roszczeniami</w:t>
      </w:r>
      <w:r w:rsidR="004B71E1">
        <w:rPr>
          <w:rFonts w:ascii="Arial" w:hAnsi="Arial" w:cs="Arial"/>
        </w:rPr>
        <w:t xml:space="preserve"> wobec Z</w:t>
      </w:r>
      <w:r w:rsidR="00D209B2">
        <w:rPr>
          <w:rFonts w:ascii="Arial" w:hAnsi="Arial" w:cs="Arial"/>
        </w:rPr>
        <w:t>leceniodawcy</w:t>
      </w:r>
      <w:r w:rsidR="004B71E1">
        <w:rPr>
          <w:rFonts w:ascii="Arial" w:hAnsi="Arial" w:cs="Arial"/>
        </w:rPr>
        <w:t xml:space="preserve"> ze strony p</w:t>
      </w:r>
      <w:r w:rsidR="006A7956">
        <w:rPr>
          <w:rFonts w:ascii="Arial" w:hAnsi="Arial" w:cs="Arial"/>
        </w:rPr>
        <w:t>odmiotu, który złożył ofertę.</w:t>
      </w:r>
    </w:p>
    <w:p w14:paraId="6D143DE2" w14:textId="183D57C4" w:rsidR="006A7956" w:rsidRDefault="006A7956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3 Wyboru oferty 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dokona na podstawie formularza ofertowego kierując się</w:t>
      </w:r>
      <w:r w:rsidR="00BA4EF1">
        <w:rPr>
          <w:rFonts w:ascii="Arial" w:hAnsi="Arial" w:cs="Arial"/>
        </w:rPr>
        <w:t xml:space="preserve"> ceną</w:t>
      </w:r>
      <w:r>
        <w:rPr>
          <w:rFonts w:ascii="Arial" w:hAnsi="Arial" w:cs="Arial"/>
        </w:rPr>
        <w:t>.</w:t>
      </w:r>
    </w:p>
    <w:p w14:paraId="00D8527F" w14:textId="6F2781D4" w:rsidR="006A7956" w:rsidRDefault="006A7956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 Informacje o wybranej ofercie </w:t>
      </w:r>
      <w:r w:rsidR="00DC2124">
        <w:rPr>
          <w:rFonts w:ascii="Arial" w:hAnsi="Arial" w:cs="Arial"/>
        </w:rPr>
        <w:t>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zamieszcza na swojej stronie internetowej </w:t>
      </w:r>
      <w:hyperlink r:id="rId9" w:history="1">
        <w:r w:rsidR="00F334BF" w:rsidRPr="00B932E4">
          <w:rPr>
            <w:rStyle w:val="Hipercze"/>
            <w:rFonts w:ascii="Arial" w:hAnsi="Arial" w:cs="Arial"/>
          </w:rPr>
          <w:t>http://www.szpitaljp2.krakow.pl</w:t>
        </w:r>
      </w:hyperlink>
    </w:p>
    <w:p w14:paraId="23EDEC67" w14:textId="0A6F516B" w:rsidR="00F334BF" w:rsidRDefault="00F334BF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5 Jeżeli </w:t>
      </w:r>
      <w:r w:rsidR="00D209B2">
        <w:rPr>
          <w:rFonts w:ascii="Arial" w:hAnsi="Arial" w:cs="Arial"/>
        </w:rPr>
        <w:t>Oferent</w:t>
      </w:r>
      <w:r>
        <w:rPr>
          <w:rFonts w:ascii="Arial" w:hAnsi="Arial" w:cs="Arial"/>
        </w:rPr>
        <w:t>,</w:t>
      </w:r>
      <w:r w:rsidR="00FA61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którego oferta została wybrana,</w:t>
      </w:r>
      <w:r w:rsidR="00DC21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uchyla się od zawarcia umowy 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może wybrać ofertę najkorzystniejszą spośród pozostałych ofert.</w:t>
      </w:r>
    </w:p>
    <w:p w14:paraId="244DFDA8" w14:textId="6F823AAA" w:rsidR="00F334BF" w:rsidRDefault="00F334BF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6 W przypadku nie wybrania </w:t>
      </w:r>
      <w:r w:rsidR="00D209B2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(brak ofert, odrzucenie ofert) 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dopuszcza możliwość ponownego rozpoczęcia procedury zapytania ofertowego.</w:t>
      </w:r>
    </w:p>
    <w:p w14:paraId="06408A0E" w14:textId="66D79038" w:rsidR="00F65771" w:rsidRDefault="00F334BF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7 Z</w:t>
      </w:r>
      <w:r w:rsidR="00D209B2">
        <w:rPr>
          <w:rFonts w:ascii="Arial" w:hAnsi="Arial" w:cs="Arial"/>
        </w:rPr>
        <w:t>leceniodawca</w:t>
      </w:r>
      <w:r>
        <w:rPr>
          <w:rFonts w:ascii="Arial" w:hAnsi="Arial" w:cs="Arial"/>
        </w:rPr>
        <w:t xml:space="preserve"> zastrzega sobie prawo do skontaktowania się z właściwymi </w:t>
      </w:r>
      <w:r w:rsidR="00D209B2">
        <w:rPr>
          <w:rFonts w:ascii="Arial" w:hAnsi="Arial" w:cs="Arial"/>
        </w:rPr>
        <w:t>oferentami</w:t>
      </w:r>
      <w:r>
        <w:rPr>
          <w:rFonts w:ascii="Arial" w:hAnsi="Arial" w:cs="Arial"/>
        </w:rPr>
        <w:t xml:space="preserve"> w celu uzupełnienia lub doprecyzowania ofert.</w:t>
      </w:r>
    </w:p>
    <w:p w14:paraId="6AE79F00" w14:textId="69524A28" w:rsidR="00607AF5" w:rsidRDefault="00607AF5" w:rsidP="00FE517B">
      <w:pPr>
        <w:pStyle w:val="NormalnyWeb"/>
        <w:spacing w:line="30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 do oferty:</w:t>
      </w:r>
    </w:p>
    <w:p w14:paraId="14F3D07A" w14:textId="3E3B5BF4" w:rsidR="00607AF5" w:rsidRPr="00607AF5" w:rsidRDefault="00607AF5" w:rsidP="00FE517B">
      <w:pPr>
        <w:pStyle w:val="NormalnyWeb"/>
        <w:spacing w:line="300" w:lineRule="atLeast"/>
        <w:rPr>
          <w:rFonts w:ascii="Arial" w:hAnsi="Arial" w:cs="Arial"/>
        </w:rPr>
      </w:pPr>
      <w:r w:rsidRPr="00607AF5">
        <w:rPr>
          <w:rFonts w:ascii="Arial" w:hAnsi="Arial" w:cs="Arial"/>
        </w:rPr>
        <w:t>Załącznik nr 1 –</w:t>
      </w:r>
      <w:r w:rsidR="002C142A">
        <w:rPr>
          <w:rFonts w:ascii="Arial" w:hAnsi="Arial" w:cs="Arial"/>
        </w:rPr>
        <w:t xml:space="preserve"> f</w:t>
      </w:r>
      <w:r w:rsidRPr="00607AF5">
        <w:rPr>
          <w:rFonts w:ascii="Arial" w:hAnsi="Arial" w:cs="Arial"/>
        </w:rPr>
        <w:t xml:space="preserve">ormularz </w:t>
      </w:r>
      <w:r w:rsidR="002C142A">
        <w:rPr>
          <w:rFonts w:ascii="Arial" w:hAnsi="Arial" w:cs="Arial"/>
        </w:rPr>
        <w:t>o</w:t>
      </w:r>
      <w:r w:rsidRPr="00607AF5">
        <w:rPr>
          <w:rFonts w:ascii="Arial" w:hAnsi="Arial" w:cs="Arial"/>
        </w:rPr>
        <w:t xml:space="preserve">fertowy,                                                                                                               </w:t>
      </w:r>
    </w:p>
    <w:p w14:paraId="499BBB7F" w14:textId="145FB063" w:rsidR="00607AF5" w:rsidRPr="00607AF5" w:rsidRDefault="00607AF5" w:rsidP="00FE517B">
      <w:pPr>
        <w:pStyle w:val="NormalnyWeb"/>
        <w:spacing w:line="300" w:lineRule="atLeast"/>
        <w:rPr>
          <w:rFonts w:ascii="Arial" w:hAnsi="Arial" w:cs="Arial"/>
        </w:rPr>
      </w:pPr>
      <w:r w:rsidRPr="00607AF5">
        <w:rPr>
          <w:rFonts w:ascii="Arial" w:hAnsi="Arial" w:cs="Arial"/>
        </w:rPr>
        <w:t>Załącznik nr 2 –</w:t>
      </w:r>
      <w:r w:rsidR="002C142A">
        <w:rPr>
          <w:rFonts w:ascii="Arial" w:hAnsi="Arial" w:cs="Arial"/>
        </w:rPr>
        <w:t xml:space="preserve"> w</w:t>
      </w:r>
      <w:r w:rsidRPr="00607AF5">
        <w:rPr>
          <w:rFonts w:ascii="Arial" w:hAnsi="Arial" w:cs="Arial"/>
        </w:rPr>
        <w:t xml:space="preserve">zór </w:t>
      </w:r>
      <w:r w:rsidR="002C142A">
        <w:rPr>
          <w:rFonts w:ascii="Arial" w:hAnsi="Arial" w:cs="Arial"/>
        </w:rPr>
        <w:t>u</w:t>
      </w:r>
      <w:r w:rsidR="00174A65">
        <w:rPr>
          <w:rFonts w:ascii="Arial" w:hAnsi="Arial" w:cs="Arial"/>
        </w:rPr>
        <w:t>mowy</w:t>
      </w:r>
      <w:r>
        <w:rPr>
          <w:rFonts w:ascii="Arial" w:hAnsi="Arial" w:cs="Arial"/>
        </w:rPr>
        <w:t>.</w:t>
      </w:r>
    </w:p>
    <w:p w14:paraId="554454AD" w14:textId="77777777" w:rsidR="00607AF5" w:rsidRDefault="00607AF5" w:rsidP="00FE517B">
      <w:pPr>
        <w:pStyle w:val="NormalnyWeb"/>
        <w:spacing w:line="300" w:lineRule="atLeast"/>
        <w:rPr>
          <w:rFonts w:ascii="Arial" w:hAnsi="Arial" w:cs="Arial"/>
          <w:b/>
        </w:rPr>
      </w:pPr>
    </w:p>
    <w:p w14:paraId="0D5CE3D3" w14:textId="52CBA3A8" w:rsidR="00F334BF" w:rsidRPr="001737FF" w:rsidRDefault="00F334BF" w:rsidP="00FE517B">
      <w:pPr>
        <w:pStyle w:val="NormalnyWeb"/>
        <w:spacing w:line="300" w:lineRule="atLeast"/>
        <w:rPr>
          <w:rFonts w:ascii="Arial" w:hAnsi="Arial" w:cs="Arial"/>
          <w:b/>
        </w:rPr>
      </w:pPr>
      <w:r w:rsidRPr="001737FF">
        <w:rPr>
          <w:rFonts w:ascii="Arial" w:hAnsi="Arial" w:cs="Arial"/>
          <w:b/>
        </w:rPr>
        <w:t xml:space="preserve">Kontakt w sprawie ogłoszenia: </w:t>
      </w:r>
    </w:p>
    <w:p w14:paraId="7AFB0115" w14:textId="0019DFC8" w:rsidR="00F334BF" w:rsidRDefault="00F334BF" w:rsidP="00FE517B">
      <w:pPr>
        <w:pStyle w:val="NormalnyWeb"/>
        <w:spacing w:line="300" w:lineRule="atLeast"/>
        <w:rPr>
          <w:rFonts w:ascii="Arial" w:hAnsi="Arial" w:cs="Arial"/>
        </w:rPr>
      </w:pPr>
      <w:r>
        <w:rPr>
          <w:rFonts w:ascii="Arial" w:hAnsi="Arial" w:cs="Arial"/>
        </w:rPr>
        <w:t>Starszy Insp</w:t>
      </w:r>
      <w:r w:rsidR="004B71E1">
        <w:rPr>
          <w:rFonts w:ascii="Arial" w:hAnsi="Arial" w:cs="Arial"/>
        </w:rPr>
        <w:t xml:space="preserve">ektor Mirosław Surówka, </w:t>
      </w:r>
      <w:r>
        <w:rPr>
          <w:rFonts w:ascii="Arial" w:hAnsi="Arial" w:cs="Arial"/>
        </w:rPr>
        <w:t xml:space="preserve">Dział Edukacji </w:t>
      </w:r>
      <w:r w:rsidR="004B71E1">
        <w:rPr>
          <w:rFonts w:ascii="Arial" w:hAnsi="Arial" w:cs="Arial"/>
        </w:rPr>
        <w:t xml:space="preserve">i Współpracy z Mediami, </w:t>
      </w:r>
      <w:r>
        <w:rPr>
          <w:rFonts w:ascii="Arial" w:hAnsi="Arial" w:cs="Arial"/>
        </w:rPr>
        <w:t xml:space="preserve">tel.:12/614 25 86 </w:t>
      </w:r>
    </w:p>
    <w:p w14:paraId="19F72DDF" w14:textId="331F2F78" w:rsidR="00E56D92" w:rsidRPr="004F2213" w:rsidRDefault="00E56D92" w:rsidP="004F2213">
      <w:pPr>
        <w:spacing w:line="360" w:lineRule="auto"/>
        <w:jc w:val="right"/>
        <w:rPr>
          <w:color w:val="000000"/>
          <w:sz w:val="24"/>
          <w:szCs w:val="24"/>
        </w:rPr>
      </w:pPr>
    </w:p>
    <w:sectPr w:rsidR="00E56D92" w:rsidRPr="004F2213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F24EA" w14:textId="77777777" w:rsidR="004D499F" w:rsidRDefault="004D499F" w:rsidP="00205BF0">
      <w:r>
        <w:separator/>
      </w:r>
    </w:p>
  </w:endnote>
  <w:endnote w:type="continuationSeparator" w:id="0">
    <w:p w14:paraId="602BEE59" w14:textId="77777777" w:rsidR="004D499F" w:rsidRDefault="004D499F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3ACA84D5">
          <wp:extent cx="6645910" cy="1056005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6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7357B" w14:textId="77777777" w:rsidR="004D499F" w:rsidRDefault="004D499F" w:rsidP="00205BF0">
      <w:r>
        <w:separator/>
      </w:r>
    </w:p>
  </w:footnote>
  <w:footnote w:type="continuationSeparator" w:id="0">
    <w:p w14:paraId="306B7994" w14:textId="77777777" w:rsidR="004D499F" w:rsidRDefault="004D499F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27C7"/>
    <w:multiLevelType w:val="hybridMultilevel"/>
    <w:tmpl w:val="5DDE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189F"/>
    <w:multiLevelType w:val="hybridMultilevel"/>
    <w:tmpl w:val="97F07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050EB"/>
    <w:multiLevelType w:val="multilevel"/>
    <w:tmpl w:val="01462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A7600"/>
    <w:multiLevelType w:val="hybridMultilevel"/>
    <w:tmpl w:val="7138DD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B7E2F"/>
    <w:multiLevelType w:val="multilevel"/>
    <w:tmpl w:val="6FF2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F0EC3"/>
    <w:multiLevelType w:val="multilevel"/>
    <w:tmpl w:val="F56C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A75D46"/>
    <w:multiLevelType w:val="hybridMultilevel"/>
    <w:tmpl w:val="3B1C0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52C26"/>
    <w:multiLevelType w:val="multilevel"/>
    <w:tmpl w:val="F4D8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BB6864"/>
    <w:multiLevelType w:val="multilevel"/>
    <w:tmpl w:val="08F265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>
    <w:nsid w:val="4416526E"/>
    <w:multiLevelType w:val="multilevel"/>
    <w:tmpl w:val="0156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7248BD"/>
    <w:multiLevelType w:val="multilevel"/>
    <w:tmpl w:val="780C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F36540"/>
    <w:multiLevelType w:val="hybridMultilevel"/>
    <w:tmpl w:val="10A26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D7DD1"/>
    <w:multiLevelType w:val="multilevel"/>
    <w:tmpl w:val="1AE0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734730"/>
    <w:multiLevelType w:val="hybridMultilevel"/>
    <w:tmpl w:val="FCDE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E59FE"/>
    <w:multiLevelType w:val="hybridMultilevel"/>
    <w:tmpl w:val="66346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12"/>
  </w:num>
  <w:num w:numId="10">
    <w:abstractNumId w:val="1"/>
  </w:num>
  <w:num w:numId="11">
    <w:abstractNumId w:val="6"/>
  </w:num>
  <w:num w:numId="12">
    <w:abstractNumId w:val="13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03A72"/>
    <w:rsid w:val="00017D12"/>
    <w:rsid w:val="00022C42"/>
    <w:rsid w:val="000323A5"/>
    <w:rsid w:val="00032836"/>
    <w:rsid w:val="00055660"/>
    <w:rsid w:val="00060E30"/>
    <w:rsid w:val="00061DE6"/>
    <w:rsid w:val="00065E76"/>
    <w:rsid w:val="00071A40"/>
    <w:rsid w:val="00076BA3"/>
    <w:rsid w:val="00077509"/>
    <w:rsid w:val="00082D62"/>
    <w:rsid w:val="00086695"/>
    <w:rsid w:val="000F4234"/>
    <w:rsid w:val="001006B6"/>
    <w:rsid w:val="001071F6"/>
    <w:rsid w:val="001562EB"/>
    <w:rsid w:val="001737FF"/>
    <w:rsid w:val="00174A65"/>
    <w:rsid w:val="00182222"/>
    <w:rsid w:val="0018296B"/>
    <w:rsid w:val="00194FF0"/>
    <w:rsid w:val="001A7AC3"/>
    <w:rsid w:val="001C5230"/>
    <w:rsid w:val="001F68F4"/>
    <w:rsid w:val="002015B3"/>
    <w:rsid w:val="00205BF0"/>
    <w:rsid w:val="002102E0"/>
    <w:rsid w:val="00210FF9"/>
    <w:rsid w:val="00232269"/>
    <w:rsid w:val="0023524B"/>
    <w:rsid w:val="00261B14"/>
    <w:rsid w:val="00264493"/>
    <w:rsid w:val="00265E6B"/>
    <w:rsid w:val="00276A27"/>
    <w:rsid w:val="002A415C"/>
    <w:rsid w:val="002B7D2B"/>
    <w:rsid w:val="002C0A79"/>
    <w:rsid w:val="002C0DC3"/>
    <w:rsid w:val="002C142A"/>
    <w:rsid w:val="002E34C5"/>
    <w:rsid w:val="00314D9B"/>
    <w:rsid w:val="003275F8"/>
    <w:rsid w:val="0037002F"/>
    <w:rsid w:val="00391E2E"/>
    <w:rsid w:val="003B0A00"/>
    <w:rsid w:val="004122E1"/>
    <w:rsid w:val="00421AD0"/>
    <w:rsid w:val="00426514"/>
    <w:rsid w:val="004357D2"/>
    <w:rsid w:val="00467E48"/>
    <w:rsid w:val="004B6BDC"/>
    <w:rsid w:val="004B71E1"/>
    <w:rsid w:val="004D499F"/>
    <w:rsid w:val="004D6D6A"/>
    <w:rsid w:val="004E311A"/>
    <w:rsid w:val="004F2213"/>
    <w:rsid w:val="00506359"/>
    <w:rsid w:val="00524611"/>
    <w:rsid w:val="00532857"/>
    <w:rsid w:val="00537F7F"/>
    <w:rsid w:val="005471CB"/>
    <w:rsid w:val="00571A7A"/>
    <w:rsid w:val="005725C1"/>
    <w:rsid w:val="00576EAC"/>
    <w:rsid w:val="005A3DEC"/>
    <w:rsid w:val="005A4D2F"/>
    <w:rsid w:val="005B3CBC"/>
    <w:rsid w:val="005C2E25"/>
    <w:rsid w:val="005E122E"/>
    <w:rsid w:val="00603689"/>
    <w:rsid w:val="00604E67"/>
    <w:rsid w:val="00607AF5"/>
    <w:rsid w:val="00612582"/>
    <w:rsid w:val="0061697C"/>
    <w:rsid w:val="00620FE1"/>
    <w:rsid w:val="006258DE"/>
    <w:rsid w:val="00643B42"/>
    <w:rsid w:val="00666121"/>
    <w:rsid w:val="006770AD"/>
    <w:rsid w:val="00683B61"/>
    <w:rsid w:val="006A1A10"/>
    <w:rsid w:val="006A7956"/>
    <w:rsid w:val="006B3210"/>
    <w:rsid w:val="006E19CD"/>
    <w:rsid w:val="006E2F70"/>
    <w:rsid w:val="006F35B0"/>
    <w:rsid w:val="006F3ADE"/>
    <w:rsid w:val="0073519A"/>
    <w:rsid w:val="007436B2"/>
    <w:rsid w:val="00763959"/>
    <w:rsid w:val="00763CF4"/>
    <w:rsid w:val="007B00F5"/>
    <w:rsid w:val="007C65AE"/>
    <w:rsid w:val="007C72F0"/>
    <w:rsid w:val="007E4040"/>
    <w:rsid w:val="007F3B1D"/>
    <w:rsid w:val="00804F44"/>
    <w:rsid w:val="008114BB"/>
    <w:rsid w:val="00825632"/>
    <w:rsid w:val="00844E69"/>
    <w:rsid w:val="00855A84"/>
    <w:rsid w:val="008561AB"/>
    <w:rsid w:val="00883C34"/>
    <w:rsid w:val="008A7539"/>
    <w:rsid w:val="008A75E0"/>
    <w:rsid w:val="008E0025"/>
    <w:rsid w:val="0093126C"/>
    <w:rsid w:val="00945F71"/>
    <w:rsid w:val="00952820"/>
    <w:rsid w:val="00980CB5"/>
    <w:rsid w:val="00982A7E"/>
    <w:rsid w:val="00986D20"/>
    <w:rsid w:val="00996B40"/>
    <w:rsid w:val="00A06D4C"/>
    <w:rsid w:val="00A40DBC"/>
    <w:rsid w:val="00A5153D"/>
    <w:rsid w:val="00A71F00"/>
    <w:rsid w:val="00A76CF1"/>
    <w:rsid w:val="00A87E05"/>
    <w:rsid w:val="00B11C9E"/>
    <w:rsid w:val="00B41286"/>
    <w:rsid w:val="00B46469"/>
    <w:rsid w:val="00BA0CAE"/>
    <w:rsid w:val="00BA4EF1"/>
    <w:rsid w:val="00BC3D93"/>
    <w:rsid w:val="00BE47BD"/>
    <w:rsid w:val="00C11834"/>
    <w:rsid w:val="00C14688"/>
    <w:rsid w:val="00C20DB1"/>
    <w:rsid w:val="00C33966"/>
    <w:rsid w:val="00C51906"/>
    <w:rsid w:val="00C63587"/>
    <w:rsid w:val="00C9020A"/>
    <w:rsid w:val="00CA3065"/>
    <w:rsid w:val="00CC0D6C"/>
    <w:rsid w:val="00CD30E5"/>
    <w:rsid w:val="00CE20C3"/>
    <w:rsid w:val="00D03AB8"/>
    <w:rsid w:val="00D209B2"/>
    <w:rsid w:val="00D45F8C"/>
    <w:rsid w:val="00D843BF"/>
    <w:rsid w:val="00D9373E"/>
    <w:rsid w:val="00D94E92"/>
    <w:rsid w:val="00DB2554"/>
    <w:rsid w:val="00DC2124"/>
    <w:rsid w:val="00DC2274"/>
    <w:rsid w:val="00E01D15"/>
    <w:rsid w:val="00E15AFC"/>
    <w:rsid w:val="00E239E5"/>
    <w:rsid w:val="00E24E57"/>
    <w:rsid w:val="00E41CE0"/>
    <w:rsid w:val="00E53DD5"/>
    <w:rsid w:val="00E56D92"/>
    <w:rsid w:val="00E90D22"/>
    <w:rsid w:val="00EB2F79"/>
    <w:rsid w:val="00EB46EC"/>
    <w:rsid w:val="00EC1B12"/>
    <w:rsid w:val="00ED7D28"/>
    <w:rsid w:val="00F2263A"/>
    <w:rsid w:val="00F334BF"/>
    <w:rsid w:val="00F34AAC"/>
    <w:rsid w:val="00F62558"/>
    <w:rsid w:val="00F65771"/>
    <w:rsid w:val="00F85F52"/>
    <w:rsid w:val="00FA6110"/>
    <w:rsid w:val="00FA7517"/>
    <w:rsid w:val="00FC7322"/>
    <w:rsid w:val="00FD5C4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Textbody"/>
    <w:link w:val="Nagwek3Znak"/>
    <w:uiPriority w:val="9"/>
    <w:unhideWhenUsed/>
    <w:qFormat/>
    <w:rsid w:val="00DB2554"/>
    <w:pPr>
      <w:keepNext/>
      <w:widowControl w:val="0"/>
      <w:autoSpaceDN w:val="0"/>
      <w:spacing w:before="240" w:after="120"/>
      <w:textAlignment w:val="baseline"/>
      <w:outlineLvl w:val="2"/>
    </w:pPr>
    <w:rPr>
      <w:rFonts w:eastAsia="SimSun" w:cs="Arial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C732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2D6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B2554"/>
    <w:rPr>
      <w:rFonts w:ascii="Times New Roman" w:eastAsia="SimSun" w:hAnsi="Times New Roman" w:cs="Arial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DB2554"/>
    <w:pPr>
      <w:widowControl w:val="0"/>
      <w:autoSpaceDN w:val="0"/>
      <w:spacing w:after="12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HorizontalLine">
    <w:name w:val="Horizontal Line"/>
    <w:basedOn w:val="Normalny"/>
    <w:next w:val="Textbody"/>
    <w:rsid w:val="00DB2554"/>
    <w:pPr>
      <w:widowControl w:val="0"/>
      <w:suppressLineNumbers/>
      <w:autoSpaceDN w:val="0"/>
      <w:spacing w:after="283"/>
      <w:textAlignment w:val="baseline"/>
    </w:pPr>
    <w:rPr>
      <w:rFonts w:eastAsia="SimSun" w:cs="Arial"/>
      <w:kern w:val="3"/>
      <w:sz w:val="12"/>
      <w:szCs w:val="12"/>
      <w:lang w:eastAsia="zh-CN" w:bidi="hi-IN"/>
    </w:rPr>
  </w:style>
  <w:style w:type="character" w:customStyle="1" w:styleId="StrongEmphasis">
    <w:name w:val="Strong Emphasis"/>
    <w:rsid w:val="00DB2554"/>
    <w:rPr>
      <w:b/>
      <w:bCs/>
    </w:rPr>
  </w:style>
  <w:style w:type="paragraph" w:styleId="NormalnyWeb">
    <w:name w:val="Normal (Web)"/>
    <w:basedOn w:val="Normalny"/>
    <w:uiPriority w:val="99"/>
    <w:unhideWhenUsed/>
    <w:rsid w:val="0076395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63959"/>
    <w:rPr>
      <w:b/>
      <w:bCs/>
    </w:rPr>
  </w:style>
  <w:style w:type="paragraph" w:customStyle="1" w:styleId="Default">
    <w:name w:val="Default"/>
    <w:rsid w:val="00F657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4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4E9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4E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E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34BBE-D96A-4970-97E0-454F68BCC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16</TotalTime>
  <Pages>4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Mirosław Surówka</cp:lastModifiedBy>
  <cp:revision>8</cp:revision>
  <cp:lastPrinted>2026-01-22T10:04:00Z</cp:lastPrinted>
  <dcterms:created xsi:type="dcterms:W3CDTF">2026-01-22T09:12:00Z</dcterms:created>
  <dcterms:modified xsi:type="dcterms:W3CDTF">2026-01-27T07:05:00Z</dcterms:modified>
</cp:coreProperties>
</file>